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790" w:rsidRDefault="00C91342">
      <w:r>
        <w:rPr>
          <w:noProof/>
          <w:color w:val="auto"/>
          <w:kern w:val="0"/>
          <w:sz w:val="24"/>
          <w:szCs w:val="24"/>
          <w:lang w:eastAsia="zh-CN"/>
        </w:rPr>
        <w:drawing>
          <wp:anchor distT="0" distB="0" distL="114300" distR="114300" simplePos="0" relativeHeight="251803136" behindDoc="0" locked="0" layoutInCell="1" allowOverlap="1">
            <wp:simplePos x="0" y="0"/>
            <wp:positionH relativeFrom="column">
              <wp:posOffset>4840605</wp:posOffset>
            </wp:positionH>
            <wp:positionV relativeFrom="paragraph">
              <wp:posOffset>5080</wp:posOffset>
            </wp:positionV>
            <wp:extent cx="2479040" cy="1988185"/>
            <wp:effectExtent l="19050" t="0" r="0" b="0"/>
            <wp:wrapSquare wrapText="bothSides"/>
            <wp:docPr id="6" name="Picture 4" descr="http://3.bp.blogspot.com/_-vxbYHP_Ut4/SCAwewnZkZI/AAAAAAAAARY/cUXu2B-Kz08/s320/dasa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3.bp.blogspot.com/_-vxbYHP_Ut4/SCAwewnZkZI/AAAAAAAAARY/cUXu2B-Kz08/s320/dasa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9040" cy="1988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color w:val="auto"/>
          <w:kern w:val="0"/>
          <w:sz w:val="24"/>
          <w:szCs w:val="24"/>
          <w:lang w:eastAsia="zh-CN"/>
        </w:rPr>
        <w:drawing>
          <wp:anchor distT="0" distB="0" distL="114300" distR="114300" simplePos="0" relativeHeight="251804160" behindDoc="1" locked="0" layoutInCell="1" allowOverlap="1">
            <wp:simplePos x="0" y="0"/>
            <wp:positionH relativeFrom="column">
              <wp:posOffset>10350796</wp:posOffset>
            </wp:positionH>
            <wp:positionV relativeFrom="paragraph">
              <wp:posOffset>-217967</wp:posOffset>
            </wp:positionV>
            <wp:extent cx="4739906" cy="2211572"/>
            <wp:effectExtent l="19050" t="0" r="3544" b="0"/>
            <wp:wrapNone/>
            <wp:docPr id="7" name="Picture 7" descr="http://farm1.static.flickr.com/51/109361863_1fb9556fe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farm1.static.flickr.com/51/109361863_1fb9556fe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9906" cy="22115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F49D3" w:rsidRPr="009F49D3">
        <w:rPr>
          <w:noProof/>
          <w:color w:val="auto"/>
          <w:kern w:val="0"/>
          <w:sz w:val="24"/>
          <w:szCs w:val="24"/>
        </w:rPr>
        <w:pict>
          <v:rect id="_x0000_s1197" style="position:absolute;margin-left:.65pt;margin-top:18.4pt;width:384.35pt;height:157.25pt;z-index:251666944;mso-wrap-distance-left:2.88pt;mso-wrap-distance-top:2.88pt;mso-wrap-distance-right:2.88pt;mso-wrap-distance-bottom:2.88pt;mso-position-horizontal-relative:text;mso-position-vertical-relative:page" o:regroupid="1" fillcolor="#5a574b [rgb(90,87,75) ink(7,255)]" stroked="f" strokecolor="#212120" insetpen="t" o:cliptowrap="t">
            <v:fill color2="#212120"/>
            <v:stroke color2="#fffffe">
              <o:left v:ext="view" color="#212120" color2="#fffffe"/>
              <o:top v:ext="view" color="#212120" color2="#fffffe"/>
              <o:right v:ext="view" color="#212120" color2="#fffffe"/>
              <o:bottom v:ext="view" color="#212120" color2="#fffffe"/>
              <o:column v:ext="view" color="#212120" color2="#fffffe"/>
            </v:stroke>
            <v:shadow color="#dcd6d4" color2="#dbd5d3 [rgb(219,213,211) cmyk(12.5,9.8,8.63,3.14)]"/>
            <v:textbox inset="2.88pt,2.88pt,2.88pt,2.88pt"/>
            <w10:wrap anchory="page"/>
          </v:rect>
        </w:pict>
      </w:r>
      <w:r w:rsidR="009F49D3" w:rsidRPr="009F49D3">
        <w:rPr>
          <w:noProof/>
          <w:color w:val="auto"/>
          <w:kern w:val="0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16" type="#_x0000_t202" style="position:absolute;margin-left:1003.8pt;margin-top:631.25pt;width:169.2pt;height:135pt;z-index:251686400;mso-wrap-distance-left:2.88pt;mso-wrap-distance-top:2.88pt;mso-wrap-distance-right:2.88pt;mso-wrap-distance-bottom:2.88pt;mso-position-horizontal-relative:text;mso-position-vertical-relative:page" o:regroupid="1" filled="f" fillcolor="#fffffe" stroked="f" strokecolor="#212120" insetpen="t" o:cliptowrap="t">
            <v:fill color2="#212120"/>
            <v:stroke color2="#fffffe">
              <o:left v:ext="view" color="#212120" color2="#fffffe" joinstyle="miter" insetpen="t"/>
              <o:top v:ext="view" color="#212120" color2="#fffffe" joinstyle="miter" insetpen="t"/>
              <o:right v:ext="view" color="#212120" color2="#fffffe" joinstyle="miter" insetpen="t"/>
              <o:bottom v:ext="view" color="#212120" color2="#fffffe" joinstyle="miter" insetpen="t"/>
              <o:column v:ext="view" color="#212120" color2="#fffffe"/>
            </v:stroke>
            <v:shadow color="#dcd6d4" color2="#dbd5d3 [rgb(219,213,211) cmyk(12.5,9.8,8.63,3.14)]"/>
            <v:textbox style="mso-next-textbox:#_x0000_s1216;mso-column-margin:5.76pt" inset="2.88pt,2.88pt,2.88pt,2.88pt">
              <w:txbxContent>
                <w:p w:rsidR="0044296D" w:rsidRPr="00A4441F" w:rsidRDefault="0044296D" w:rsidP="00A4441F">
                  <w:pPr>
                    <w:pStyle w:val="ListParagraph"/>
                    <w:numPr>
                      <w:ilvl w:val="0"/>
                      <w:numId w:val="10"/>
                    </w:num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The work adapts too much of a factual approach and limits to the times rather than universally</w:t>
                  </w:r>
                </w:p>
              </w:txbxContent>
            </v:textbox>
            <w10:wrap anchory="page"/>
          </v:shape>
        </w:pict>
      </w:r>
      <w:r w:rsidR="009F49D3" w:rsidRPr="009F49D3">
        <w:rPr>
          <w:noProof/>
          <w:color w:val="auto"/>
          <w:kern w:val="0"/>
          <w:sz w:val="24"/>
          <w:szCs w:val="24"/>
        </w:rPr>
        <w:pict>
          <v:shape id="_x0000_s1215" type="#_x0000_t202" style="position:absolute;margin-left:821.4pt;margin-top:631.25pt;width:169.2pt;height:139.5pt;z-index:251685376;mso-wrap-distance-left:2.88pt;mso-wrap-distance-top:2.88pt;mso-wrap-distance-right:2.88pt;mso-wrap-distance-bottom:2.88pt;mso-position-horizontal-relative:text;mso-position-vertical-relative:page" o:regroupid="1" filled="f" fillcolor="#fffffe" stroked="f" strokecolor="#212120" insetpen="t" o:cliptowrap="t">
            <v:fill color2="#212120"/>
            <v:stroke color2="#fffffe">
              <o:left v:ext="view" color="#212120" color2="#fffffe" joinstyle="miter" insetpen="t"/>
              <o:top v:ext="view" color="#212120" color2="#fffffe" joinstyle="miter" insetpen="t"/>
              <o:right v:ext="view" color="#212120" color2="#fffffe" joinstyle="miter" insetpen="t"/>
              <o:bottom v:ext="view" color="#212120" color2="#fffffe" joinstyle="miter" insetpen="t"/>
              <o:column v:ext="view" color="#212120" color2="#fffffe"/>
            </v:stroke>
            <v:shadow color="#dcd6d4" color2="#dbd5d3 [rgb(219,213,211) cmyk(12.5,9.8,8.63,3.14)]"/>
            <v:textbox style="mso-next-textbox:#_x0000_s1215;mso-column-margin:5.76pt" inset="2.88pt,2.88pt,2.88pt,2.88pt">
              <w:txbxContent>
                <w:p w:rsidR="0044296D" w:rsidRPr="00AD15AF" w:rsidRDefault="0044296D" w:rsidP="00AD15AF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szCs w:val="18"/>
                    </w:rPr>
                  </w:pPr>
                  <w:r>
                    <w:rPr>
                      <w:sz w:val="26"/>
                      <w:szCs w:val="26"/>
                    </w:rPr>
                    <w:t>The literature is reflective of the author’s background/ life</w:t>
                  </w:r>
                </w:p>
              </w:txbxContent>
            </v:textbox>
            <w10:wrap anchory="page"/>
          </v:shape>
        </w:pict>
      </w:r>
      <w:r w:rsidR="009F49D3" w:rsidRPr="009F49D3">
        <w:rPr>
          <w:noProof/>
          <w:color w:val="auto"/>
          <w:kern w:val="0"/>
          <w:sz w:val="24"/>
          <w:szCs w:val="24"/>
        </w:rPr>
        <w:pict>
          <v:shape id="_x0000_s1211" type="#_x0000_t202" style="position:absolute;margin-left:23.15pt;margin-top:28.4pt;width:81pt;height:45pt;z-index:251681280;mso-wrap-distance-left:2.88pt;mso-wrap-distance-top:2.88pt;mso-wrap-distance-right:2.88pt;mso-wrap-distance-bottom:2.88pt;mso-position-horizontal-relative:text;mso-position-vertical-relative:page" o:regroupid="1" filled="f" fillcolor="#fffffe" stroked="f" strokecolor="#212120" insetpen="t" o:cliptowrap="t">
            <v:fill color2="#212120"/>
            <v:stroke color2="#fffffe">
              <o:left v:ext="view" color="#212120" color2="#fffffe" joinstyle="miter" insetpen="t"/>
              <o:top v:ext="view" color="#212120" color2="#fffffe" joinstyle="miter" insetpen="t"/>
              <o:right v:ext="view" color="#212120" color2="#fffffe" joinstyle="miter" insetpen="t"/>
              <o:bottom v:ext="view" color="#212120" color2="#fffffe" joinstyle="miter" insetpen="t"/>
              <o:column v:ext="view" color="#212120" color2="#fffffe"/>
            </v:stroke>
            <v:shadow color="#dcd6d4" color2="#dbd5d3 [rgb(219,213,211) cmyk(12.5,9.8,8.63,3.14)]"/>
            <v:textbox style="mso-next-textbox:#_x0000_s1211;mso-column-margin:5.76pt" inset="2.88pt,2.88pt,2.88pt,2.88pt">
              <w:txbxContent>
                <w:p w:rsidR="0044296D" w:rsidRDefault="0044296D" w:rsidP="006F4C6E">
                  <w:pPr>
                    <w:widowControl w:val="0"/>
                    <w:spacing w:line="820" w:lineRule="exact"/>
                    <w:rPr>
                      <w:i/>
                      <w:iCs/>
                      <w:color w:val="FFFFFE"/>
                      <w:sz w:val="78"/>
                      <w:szCs w:val="78"/>
                    </w:rPr>
                  </w:pPr>
                  <w:proofErr w:type="gramStart"/>
                  <w:r>
                    <w:rPr>
                      <w:i/>
                      <w:iCs/>
                      <w:color w:val="FFFFFE"/>
                      <w:sz w:val="78"/>
                      <w:szCs w:val="78"/>
                    </w:rPr>
                    <w:t>final</w:t>
                  </w:r>
                  <w:proofErr w:type="gramEnd"/>
                </w:p>
              </w:txbxContent>
            </v:textbox>
            <w10:wrap anchory="page"/>
          </v:shape>
        </w:pict>
      </w:r>
      <w:r w:rsidR="009F49D3" w:rsidRPr="009F49D3">
        <w:rPr>
          <w:noProof/>
          <w:color w:val="auto"/>
          <w:kern w:val="0"/>
          <w:sz w:val="24"/>
          <w:szCs w:val="24"/>
        </w:rPr>
        <w:pict>
          <v:shape id="_x0000_s1210" type="#_x0000_t202" style="position:absolute;margin-left:94.7pt;margin-top:32.65pt;width:148.5pt;height:45pt;z-index:251680256;mso-wrap-distance-left:2.88pt;mso-wrap-distance-top:2.88pt;mso-wrap-distance-right:2.88pt;mso-wrap-distance-bottom:2.88pt;mso-position-horizontal-relative:text;mso-position-vertical-relative:page" o:regroupid="1" filled="f" fillcolor="#fffffe" stroked="f" strokecolor="#212120" insetpen="t" o:cliptowrap="t">
            <v:fill color2="#212120"/>
            <v:stroke color2="#fffffe">
              <o:left v:ext="view" color="#212120" color2="#fffffe" joinstyle="miter" insetpen="t"/>
              <o:top v:ext="view" color="#212120" color2="#fffffe" joinstyle="miter" insetpen="t"/>
              <o:right v:ext="view" color="#212120" color2="#fffffe" joinstyle="miter" insetpen="t"/>
              <o:bottom v:ext="view" color="#212120" color2="#fffffe" joinstyle="miter" insetpen="t"/>
              <o:column v:ext="view" color="#212120" color2="#fffffe"/>
            </v:stroke>
            <v:shadow color="#dcd6d4" color2="#dbd5d3 [rgb(219,213,211) cmyk(12.5,9.8,8.63,3.14)]"/>
            <v:textbox style="mso-next-textbox:#_x0000_s1210;mso-column-margin:5.76pt" inset="2.88pt,2.88pt,2.88pt,2.88pt">
              <w:txbxContent>
                <w:p w:rsidR="0044296D" w:rsidRDefault="0044296D" w:rsidP="006F4C6E">
                  <w:pPr>
                    <w:widowControl w:val="0"/>
                    <w:spacing w:line="700" w:lineRule="exact"/>
                    <w:rPr>
                      <w:rFonts w:ascii="Arial" w:hAnsi="Arial" w:cs="Arial"/>
                      <w:b/>
                      <w:bCs/>
                      <w:i/>
                      <w:iCs/>
                      <w:color w:val="FFFFFE"/>
                      <w:w w:val="80"/>
                      <w:sz w:val="66"/>
                      <w:szCs w:val="66"/>
                    </w:rPr>
                  </w:pPr>
                  <w:proofErr w:type="gramStart"/>
                  <w:r>
                    <w:rPr>
                      <w:rFonts w:ascii="Arial" w:hAnsi="Arial" w:cs="Arial"/>
                      <w:b/>
                      <w:bCs/>
                      <w:i/>
                      <w:iCs/>
                      <w:color w:val="B9AE4C"/>
                      <w:w w:val="80"/>
                      <w:sz w:val="66"/>
                      <w:szCs w:val="66"/>
                    </w:rPr>
                    <w:t>t</w:t>
                  </w:r>
                  <w:r>
                    <w:rPr>
                      <w:rFonts w:ascii="Arial" w:hAnsi="Arial" w:cs="Arial"/>
                      <w:b/>
                      <w:bCs/>
                      <w:i/>
                      <w:iCs/>
                      <w:color w:val="BE783B"/>
                      <w:w w:val="80"/>
                      <w:sz w:val="66"/>
                      <w:szCs w:val="66"/>
                    </w:rPr>
                    <w:t>h</w:t>
                  </w:r>
                  <w:r>
                    <w:rPr>
                      <w:rFonts w:ascii="Arial" w:hAnsi="Arial" w:cs="Arial"/>
                      <w:b/>
                      <w:bCs/>
                      <w:i/>
                      <w:iCs/>
                      <w:color w:val="E5DECE"/>
                      <w:w w:val="80"/>
                      <w:sz w:val="66"/>
                      <w:szCs w:val="66"/>
                    </w:rPr>
                    <w:t>o</w:t>
                  </w:r>
                  <w:r>
                    <w:rPr>
                      <w:rFonts w:ascii="Arial" w:hAnsi="Arial" w:cs="Arial"/>
                      <w:b/>
                      <w:bCs/>
                      <w:i/>
                      <w:iCs/>
                      <w:color w:val="A49481"/>
                      <w:w w:val="80"/>
                      <w:sz w:val="66"/>
                      <w:szCs w:val="66"/>
                    </w:rPr>
                    <w:t>u</w:t>
                  </w:r>
                  <w:r>
                    <w:rPr>
                      <w:rFonts w:ascii="Arial" w:hAnsi="Arial" w:cs="Arial"/>
                      <w:b/>
                      <w:bCs/>
                      <w:i/>
                      <w:iCs/>
                      <w:color w:val="AA973B"/>
                      <w:w w:val="80"/>
                      <w:sz w:val="66"/>
                      <w:szCs w:val="66"/>
                    </w:rPr>
                    <w:t>g</w:t>
                  </w:r>
                  <w:r>
                    <w:rPr>
                      <w:rFonts w:ascii="Arial" w:hAnsi="Arial" w:cs="Arial"/>
                      <w:b/>
                      <w:bCs/>
                      <w:i/>
                      <w:iCs/>
                      <w:color w:val="E5DECE"/>
                      <w:w w:val="80"/>
                      <w:sz w:val="66"/>
                      <w:szCs w:val="66"/>
                    </w:rPr>
                    <w:t>h</w:t>
                  </w:r>
                  <w:r>
                    <w:rPr>
                      <w:rFonts w:ascii="Arial" w:hAnsi="Arial" w:cs="Arial"/>
                      <w:b/>
                      <w:bCs/>
                      <w:i/>
                      <w:iCs/>
                      <w:color w:val="BE783B"/>
                      <w:w w:val="80"/>
                      <w:sz w:val="66"/>
                      <w:szCs w:val="66"/>
                    </w:rPr>
                    <w:t>t</w:t>
                  </w:r>
                  <w:r>
                    <w:rPr>
                      <w:rFonts w:ascii="Arial" w:hAnsi="Arial" w:cs="Arial"/>
                      <w:b/>
                      <w:bCs/>
                      <w:i/>
                      <w:iCs/>
                      <w:color w:val="B9AE4C"/>
                      <w:w w:val="80"/>
                      <w:sz w:val="66"/>
                      <w:szCs w:val="66"/>
                    </w:rPr>
                    <w:t>s</w:t>
                  </w:r>
                  <w:proofErr w:type="gramEnd"/>
                  <w:r>
                    <w:rPr>
                      <w:rFonts w:ascii="Arial" w:hAnsi="Arial" w:cs="Arial"/>
                      <w:b/>
                      <w:bCs/>
                      <w:i/>
                      <w:iCs/>
                      <w:color w:val="E5DECE"/>
                      <w:w w:val="80"/>
                      <w:sz w:val="66"/>
                      <w:szCs w:val="66"/>
                    </w:rPr>
                    <w:t>.</w:t>
                  </w:r>
                  <w:r>
                    <w:rPr>
                      <w:rFonts w:ascii="Arial" w:hAnsi="Arial" w:cs="Arial"/>
                      <w:b/>
                      <w:bCs/>
                      <w:i/>
                      <w:iCs/>
                      <w:color w:val="BE783B"/>
                      <w:w w:val="80"/>
                      <w:sz w:val="66"/>
                      <w:szCs w:val="66"/>
                    </w:rPr>
                    <w:t>.</w:t>
                  </w:r>
                  <w:r>
                    <w:rPr>
                      <w:rFonts w:ascii="Arial" w:hAnsi="Arial" w:cs="Arial"/>
                      <w:b/>
                      <w:bCs/>
                      <w:i/>
                      <w:iCs/>
                      <w:color w:val="A49481"/>
                      <w:w w:val="80"/>
                      <w:sz w:val="66"/>
                      <w:szCs w:val="66"/>
                    </w:rPr>
                    <w:t>.</w:t>
                  </w:r>
                </w:p>
              </w:txbxContent>
            </v:textbox>
            <w10:wrap anchory="page"/>
          </v:shape>
        </w:pict>
      </w:r>
      <w:r w:rsidR="009F49D3" w:rsidRPr="009F49D3">
        <w:rPr>
          <w:noProof/>
          <w:color w:val="auto"/>
          <w:kern w:val="0"/>
          <w:sz w:val="24"/>
          <w:szCs w:val="24"/>
        </w:rPr>
        <w:pict>
          <v:shape id="_x0000_s1209" type="#_x0000_t202" style="position:absolute;margin-left:23.15pt;margin-top:97.75pt;width:319.7pt;height:58.5pt;z-index:251679232;mso-wrap-distance-left:2.88pt;mso-wrap-distance-top:2.88pt;mso-wrap-distance-right:2.88pt;mso-wrap-distance-bottom:2.88pt;mso-position-horizontal-relative:text;mso-position-vertical-relative:page" o:regroupid="1" filled="f" fillcolor="#fffffe" stroked="f" strokecolor="#212120" insetpen="t" o:cliptowrap="t">
            <v:fill color2="#212120"/>
            <v:stroke color2="#fffffe">
              <o:left v:ext="view" color="#212120" color2="#fffffe" joinstyle="miter" insetpen="t"/>
              <o:top v:ext="view" color="#212120" color2="#fffffe" joinstyle="miter" insetpen="t"/>
              <o:right v:ext="view" color="#212120" color2="#fffffe" joinstyle="miter" insetpen="t"/>
              <o:bottom v:ext="view" color="#212120" color2="#fffffe" joinstyle="miter" insetpen="t"/>
              <o:column v:ext="view" color="#212120" color2="#fffffe"/>
            </v:stroke>
            <v:shadow color="#dcd6d4" color2="#dbd5d3 [rgb(219,213,211) cmyk(12.5,9.8,8.63,3.14)]"/>
            <v:textbox style="mso-next-textbox:#_x0000_s1209;mso-column-margin:5.76pt" inset="2.88pt,2.88pt,2.88pt,2.88pt">
              <w:txbxContent>
                <w:p w:rsidR="0044296D" w:rsidRPr="00F307DF" w:rsidRDefault="0044296D" w:rsidP="006F4C6E">
                  <w:pPr>
                    <w:widowControl w:val="0"/>
                    <w:spacing w:line="320" w:lineRule="exact"/>
                    <w:rPr>
                      <w:i/>
                      <w:iCs/>
                      <w:color w:val="F4EDE2"/>
                      <w:sz w:val="24"/>
                      <w:szCs w:val="24"/>
                    </w:rPr>
                  </w:pPr>
                  <w:r w:rsidRPr="00F307DF">
                    <w:rPr>
                      <w:i/>
                      <w:iCs/>
                      <w:color w:val="F4EDE2"/>
                      <w:sz w:val="24"/>
                      <w:szCs w:val="24"/>
                    </w:rPr>
                    <w:t>Courtesy of:</w:t>
                  </w:r>
                </w:p>
                <w:p w:rsidR="0044296D" w:rsidRPr="00F307DF" w:rsidRDefault="0044296D" w:rsidP="006F4C6E">
                  <w:pPr>
                    <w:widowControl w:val="0"/>
                    <w:spacing w:line="320" w:lineRule="exact"/>
                    <w:rPr>
                      <w:i/>
                      <w:iCs/>
                      <w:color w:val="F4EDE2"/>
                      <w:sz w:val="24"/>
                      <w:szCs w:val="24"/>
                    </w:rPr>
                  </w:pPr>
                  <w:r w:rsidRPr="00F307DF">
                    <w:rPr>
                      <w:i/>
                      <w:iCs/>
                      <w:color w:val="F4EDE2"/>
                      <w:sz w:val="24"/>
                      <w:szCs w:val="24"/>
                    </w:rPr>
                    <w:t xml:space="preserve">Emma </w:t>
                  </w:r>
                  <w:proofErr w:type="spellStart"/>
                  <w:r w:rsidRPr="00F307DF">
                    <w:rPr>
                      <w:i/>
                      <w:iCs/>
                      <w:color w:val="F4EDE2"/>
                      <w:sz w:val="24"/>
                      <w:szCs w:val="24"/>
                    </w:rPr>
                    <w:t>Castelli</w:t>
                  </w:r>
                  <w:proofErr w:type="spellEnd"/>
                  <w:r w:rsidRPr="00F307DF">
                    <w:rPr>
                      <w:i/>
                      <w:iCs/>
                      <w:color w:val="F4EDE2"/>
                      <w:sz w:val="24"/>
                      <w:szCs w:val="24"/>
                    </w:rPr>
                    <w:t>, Carolyn Learned, and Paige Gregory</w:t>
                  </w:r>
                </w:p>
              </w:txbxContent>
            </v:textbox>
            <w10:wrap anchory="page"/>
          </v:shape>
        </w:pict>
      </w:r>
      <w:r w:rsidR="009F49D3" w:rsidRPr="009F49D3">
        <w:rPr>
          <w:noProof/>
          <w:color w:val="auto"/>
          <w:kern w:val="0"/>
          <w:sz w:val="24"/>
          <w:szCs w:val="24"/>
        </w:rPr>
        <w:pict>
          <v:shape id="_x0000_s1206" type="#_x0000_t202" style="position:absolute;margin-left:617.8pt;margin-top:66.85pt;width:149.4pt;height:101.7pt;z-index:251676160;mso-wrap-distance-left:2.88pt;mso-wrap-distance-top:2.88pt;mso-wrap-distance-right:2.88pt;mso-wrap-distance-bottom:2.88pt;mso-position-horizontal-relative:text;mso-position-vertical-relative:page" o:regroupid="1" filled="f" fillcolor="#fffffe" stroked="f" strokecolor="#212120" insetpen="t" o:cliptowrap="t">
            <v:fill color2="#212120"/>
            <v:stroke color2="#fffffe">
              <o:left v:ext="view" color="#212120" color2="#fffffe"/>
              <o:top v:ext="view" color="#212120" color2="#fffffe"/>
              <o:right v:ext="view" color="#212120" color2="#fffffe"/>
              <o:bottom v:ext="view" color="#212120" color2="#fffffe"/>
              <o:column v:ext="view" color="#212120" color2="#fffffe"/>
            </v:stroke>
            <v:shadow color="#dcd6d4" color2="#dbd5d3 [rgb(219,213,211) cmyk(12.5,9.8,8.63,3.14)]"/>
            <v:textbox style="mso-next-textbox:#_x0000_s1206;mso-column-margin:5.76pt" inset="2.88pt,2.88pt,2.88pt,2.88pt">
              <w:txbxContent>
                <w:p w:rsidR="0044296D" w:rsidRDefault="0044296D" w:rsidP="006F4C6E">
                  <w:pPr>
                    <w:widowControl w:val="0"/>
                    <w:spacing w:line="360" w:lineRule="exact"/>
                    <w:rPr>
                      <w:i/>
                      <w:iCs/>
                      <w:sz w:val="21"/>
                      <w:szCs w:val="21"/>
                    </w:rPr>
                  </w:pPr>
                  <w:r>
                    <w:rPr>
                      <w:i/>
                      <w:iCs/>
                      <w:sz w:val="21"/>
                      <w:szCs w:val="21"/>
                    </w:rPr>
                    <w:t>Definition</w:t>
                  </w:r>
                </w:p>
                <w:p w:rsidR="0044296D" w:rsidRDefault="0044296D" w:rsidP="006F4C6E">
                  <w:pPr>
                    <w:widowControl w:val="0"/>
                    <w:spacing w:line="360" w:lineRule="exact"/>
                    <w:rPr>
                      <w:i/>
                      <w:iCs/>
                      <w:sz w:val="21"/>
                      <w:szCs w:val="21"/>
                    </w:rPr>
                  </w:pPr>
                  <w:r>
                    <w:rPr>
                      <w:i/>
                      <w:iCs/>
                      <w:sz w:val="21"/>
                      <w:szCs w:val="21"/>
                    </w:rPr>
                    <w:t>Examples of questions asked</w:t>
                  </w:r>
                </w:p>
                <w:p w:rsidR="0044296D" w:rsidRDefault="0044296D" w:rsidP="006F4C6E">
                  <w:pPr>
                    <w:widowControl w:val="0"/>
                    <w:spacing w:line="360" w:lineRule="exact"/>
                    <w:rPr>
                      <w:i/>
                      <w:iCs/>
                      <w:sz w:val="21"/>
                      <w:szCs w:val="21"/>
                    </w:rPr>
                  </w:pPr>
                  <w:r>
                    <w:rPr>
                      <w:i/>
                      <w:iCs/>
                      <w:sz w:val="21"/>
                      <w:szCs w:val="21"/>
                    </w:rPr>
                    <w:t>Literary examples</w:t>
                  </w:r>
                </w:p>
                <w:p w:rsidR="0044296D" w:rsidRDefault="0044296D" w:rsidP="006F4C6E">
                  <w:pPr>
                    <w:widowControl w:val="0"/>
                    <w:spacing w:line="360" w:lineRule="exact"/>
                    <w:rPr>
                      <w:i/>
                      <w:iCs/>
                      <w:sz w:val="21"/>
                      <w:szCs w:val="21"/>
                    </w:rPr>
                  </w:pPr>
                  <w:r>
                    <w:rPr>
                      <w:i/>
                      <w:iCs/>
                      <w:sz w:val="21"/>
                      <w:szCs w:val="21"/>
                    </w:rPr>
                    <w:t>Real life examples</w:t>
                  </w:r>
                </w:p>
                <w:p w:rsidR="0044296D" w:rsidRDefault="0044296D" w:rsidP="006F4C6E">
                  <w:pPr>
                    <w:widowControl w:val="0"/>
                    <w:spacing w:line="360" w:lineRule="exact"/>
                    <w:rPr>
                      <w:i/>
                      <w:iCs/>
                      <w:sz w:val="21"/>
                      <w:szCs w:val="21"/>
                    </w:rPr>
                  </w:pPr>
                  <w:r>
                    <w:rPr>
                      <w:i/>
                      <w:iCs/>
                      <w:sz w:val="21"/>
                      <w:szCs w:val="21"/>
                    </w:rPr>
                    <w:t>Advantages/disadvantages</w:t>
                  </w:r>
                </w:p>
              </w:txbxContent>
            </v:textbox>
            <w10:wrap anchory="page"/>
          </v:shape>
        </w:pict>
      </w:r>
      <w:r w:rsidR="009F49D3" w:rsidRPr="009F49D3">
        <w:rPr>
          <w:noProof/>
          <w:color w:val="auto"/>
          <w:kern w:val="0"/>
          <w:sz w:val="24"/>
          <w:szCs w:val="24"/>
        </w:rPr>
        <w:pict>
          <v:line id="_x0000_s1201" style="position:absolute;z-index:251671040;mso-wrap-distance-left:2.88pt;mso-wrap-distance-top:2.88pt;mso-wrap-distance-right:2.88pt;mso-wrap-distance-bottom:2.88pt;mso-position-horizontal-relative:text;mso-position-vertical-relative:page" from="594.65pt,62.45pt" to="804.3pt,62.45pt" o:regroupid="1" fillcolor="#fffffe [rgb(255,255,254) cmyk(0,0,0,0)]" strokecolor="#fffffe" strokeweight="1pt" o:cliptowrap="t">
            <v:fill color2="#fffffe [rgb(255,255,254) cmyk(0,0,0,0)]"/>
            <v:stroke color2="#fffffe">
              <o:left v:ext="view" color="#212120" color2="#fffffe"/>
              <o:top v:ext="view" color="#212120" color2="#fffffe"/>
              <o:right v:ext="view" color="#212120" color2="#fffffe"/>
              <o:bottom v:ext="view" color="#212120" color2="#fffffe"/>
              <o:column v:ext="view" color="#212120" color2="#fffffe"/>
            </v:stroke>
            <v:shadow color="#dcd6d4" color2="#dbd5d3 [rgb(219,213,211) cmyk(12.5,9.8,8.63,3.14)]"/>
            <w10:wrap anchory="page"/>
          </v:line>
        </w:pict>
      </w:r>
      <w:r w:rsidR="009F49D3" w:rsidRPr="009F49D3">
        <w:rPr>
          <w:noProof/>
          <w:color w:val="auto"/>
          <w:kern w:val="0"/>
          <w:sz w:val="24"/>
          <w:szCs w:val="24"/>
        </w:rPr>
        <w:pict>
          <v:line id="_x0000_s1200" style="position:absolute;z-index:251670016;mso-wrap-distance-left:2.88pt;mso-wrap-distance-top:2.88pt;mso-wrap-distance-right:2.88pt;mso-wrap-distance-bottom:2.88pt;mso-position-horizontal-relative:text;mso-position-vertical-relative:page" from="385pt,210.3pt" to="1188.65pt,210.3pt" o:regroupid="1" fillcolor="#fffffe [rgb(255,255,254) cmyk(0,0,0,0)]" strokecolor="#fffffe" strokeweight="1pt" o:cliptowrap="t">
            <v:fill color2="#fffffe [rgb(255,255,254) cmyk(0,0,0,0)]"/>
            <v:stroke color2="#fffffe">
              <o:left v:ext="view" color="#212120" color2="#fffffe"/>
              <o:top v:ext="view" color="#212120" color2="#fffffe"/>
              <o:right v:ext="view" color="#212120" color2="#fffffe"/>
              <o:bottom v:ext="view" color="#212120" color2="#fffffe"/>
              <o:column v:ext="view" color="#212120" color2="#fffffe"/>
            </v:stroke>
            <v:shadow color="#dcd6d4" color2="#dbd5d3 [rgb(219,213,211) cmyk(12.5,9.8,8.63,3.14)]"/>
            <w10:wrap anchory="page"/>
          </v:line>
        </w:pict>
      </w:r>
      <w:r w:rsidR="009F49D3" w:rsidRPr="009F49D3">
        <w:rPr>
          <w:noProof/>
          <w:color w:val="auto"/>
          <w:kern w:val="0"/>
          <w:sz w:val="24"/>
          <w:szCs w:val="24"/>
        </w:rPr>
        <w:pict>
          <v:line id="_x0000_s1199" style="position:absolute;z-index:251668992;mso-wrap-distance-left:2.88pt;mso-wrap-distance-top:2.88pt;mso-wrap-distance-right:2.88pt;mso-wrap-distance-bottom:2.88pt;mso-position-horizontal-relative:text;mso-position-vertical-relative:page" from="385pt,245.25pt" to="594.65pt,245.25pt" o:regroupid="1" fillcolor="#fffffe [rgb(255,255,254) cmyk(0,0,0,0)]" strokecolor="#fffffe" strokeweight="1pt" o:cliptowrap="t">
            <v:fill color2="#fffffe [rgb(255,255,254) cmyk(0,0,0,0)]"/>
            <v:stroke color2="#fffffe">
              <o:left v:ext="view" color="#212120" color2="#fffffe"/>
              <o:top v:ext="view" color="#212120" color2="#fffffe"/>
              <o:right v:ext="view" color="#212120" color2="#fffffe"/>
              <o:bottom v:ext="view" color="#212120" color2="#fffffe"/>
              <o:column v:ext="view" color="#212120" color2="#fffffe"/>
            </v:stroke>
            <v:shadow color="#dcd6d4" color2="#dbd5d3 [rgb(219,213,211) cmyk(12.5,9.8,8.63,3.14)]"/>
            <w10:wrap anchory="page"/>
          </v:line>
        </w:pict>
      </w:r>
      <w:r w:rsidR="009F49D3" w:rsidRPr="009F49D3">
        <w:rPr>
          <w:noProof/>
          <w:color w:val="auto"/>
          <w:kern w:val="0"/>
          <w:sz w:val="24"/>
          <w:szCs w:val="24"/>
        </w:rPr>
        <w:pict>
          <v:line id="_x0000_s1198" style="position:absolute;z-index:251667968;mso-wrap-distance-left:2.88pt;mso-wrap-distance-top:2.88pt;mso-wrap-distance-right:2.88pt;mso-wrap-distance-bottom:2.88pt;mso-position-horizontal-relative:text;mso-position-vertical-relative:page" from="385pt,18.1pt" to="385pt,175.35pt" o:regroupid="1" fillcolor="#fffffe [rgb(255,255,254) cmyk(0,0,0,0)]" strokecolor="#fffffe" strokeweight="1pt" o:cliptowrap="t">
            <v:fill color2="#fffffe [rgb(255,255,254) cmyk(0,0,0,0)]"/>
            <v:stroke color2="#fffffe">
              <o:left v:ext="view" color="#212120" color2="#fffffe"/>
              <o:top v:ext="view" color="#212120" color2="#fffffe"/>
              <o:right v:ext="view" color="#212120" color2="#fffffe"/>
              <o:bottom v:ext="view" color="#212120" color2="#fffffe"/>
              <o:column v:ext="view" color="#212120" color2="#fffffe"/>
            </v:stroke>
            <v:shadow color="#dcd6d4" color2="#dbd5d3 [rgb(219,213,211) cmyk(12.5,9.8,8.63,3.14)]"/>
            <w10:wrap anchory="page"/>
          </v:line>
        </w:pict>
      </w:r>
      <w:r w:rsidR="009F49D3" w:rsidRPr="009F49D3">
        <w:rPr>
          <w:noProof/>
          <w:color w:val="auto"/>
          <w:kern w:val="0"/>
          <w:sz w:val="24"/>
          <w:szCs w:val="24"/>
        </w:rPr>
        <w:pict>
          <v:line id="_x0000_s1196" style="position:absolute;z-index:251665920;mso-wrap-distance-left:2.88pt;mso-wrap-distance-top:2.88pt;mso-wrap-distance-right:2.88pt;mso-wrap-distance-bottom:2.88pt;mso-position-horizontal-relative:text;mso-position-vertical-relative:page" from="1118.75pt,210.3pt" to="1118.75pt,315.15pt" o:regroupid="1" fillcolor="#fffffe [rgb(255,255,254) cmyk(0,0,0,0)]" strokecolor="#fffffe" strokeweight="1pt" o:cliptowrap="t">
            <v:fill color2="#fffffe [rgb(255,255,254) cmyk(0,0,0,0)]"/>
            <v:stroke color2="#fffffe">
              <o:left v:ext="view" color="#212120" color2="#fffffe"/>
              <o:top v:ext="view" color="#212120" color2="#fffffe"/>
              <o:right v:ext="view" color="#212120" color2="#fffffe"/>
              <o:bottom v:ext="view" color="#212120" color2="#fffffe"/>
              <o:column v:ext="view" color="#212120" color2="#fffffe"/>
            </v:stroke>
            <v:shadow color="#dcd6d4" color2="#dbd5d3 [rgb(219,213,211) cmyk(12.5,9.8,8.63,3.14)]"/>
            <w10:wrap anchory="page"/>
          </v:line>
        </w:pict>
      </w:r>
      <w:r w:rsidR="009F49D3" w:rsidRPr="009F49D3">
        <w:rPr>
          <w:noProof/>
          <w:color w:val="auto"/>
          <w:kern w:val="0"/>
          <w:sz w:val="24"/>
          <w:szCs w:val="24"/>
        </w:rPr>
        <w:pict>
          <v:group id="_x0000_s1184" style="position:absolute;margin-left:594.65pt;margin-top:210.3pt;width:34.95pt;height:104.85pt;z-index:251664896;mso-position-horizontal-relative:text;mso-position-vertical-relative:page" coordorigin="1097280,1072134" coordsize="4572,13716" o:regroupid="1">
            <v:rect id="_x0000_s1185" style="position:absolute;left:1097280;top:1072134;width:4572;height:2286;mso-wrap-distance-left:2.88pt;mso-wrap-distance-top:2.88pt;mso-wrap-distance-right:2.88pt;mso-wrap-distance-bottom:2.88pt" fillcolor="#b9ae4c [rgb(185,174,76) ink(6,255)]" stroked="f" strokecolor="#212120" insetpen="t" o:cliptowrap="t">
              <v:fill color2="#212120"/>
              <v:stroke color2="#fffffe">
                <o:left v:ext="view" color="#212120" color2="#fffffe"/>
                <o:top v:ext="view" color="#212120" color2="#fffffe"/>
                <o:right v:ext="view" color="#212120" color2="#fffffe"/>
                <o:bottom v:ext="view" color="#212120" color2="#fffffe"/>
                <o:column v:ext="view" color="#212120" color2="#fffffe"/>
              </v:stroke>
              <v:shadow color="#dcd6d4" color2="#dbd5d3 [rgb(219,213,211) cmyk(12.5,9.8,8.63,3.14)]"/>
              <v:textbox inset="2.88pt,2.88pt,2.88pt,2.88pt"/>
            </v:rect>
            <v:rect id="_x0000_s1186" style="position:absolute;left:1097280;top:1074420;width:4572;height:2286;mso-wrap-distance-left:2.88pt;mso-wrap-distance-top:2.88pt;mso-wrap-distance-right:2.88pt;mso-wrap-distance-bottom:2.88pt" fillcolor="#73624a [rgb(115,98,74) ink(8,255)]" stroked="f" strokecolor="#212120" insetpen="t" o:cliptowrap="t">
              <v:fill color2="#212120"/>
              <v:stroke color2="#fffffe">
                <o:left v:ext="view" color="#212120" color2="#fffffe"/>
                <o:top v:ext="view" color="#212120" color2="#fffffe"/>
                <o:right v:ext="view" color="#212120" color2="#fffffe"/>
                <o:bottom v:ext="view" color="#212120" color2="#fffffe"/>
                <o:column v:ext="view" color="#212120" color2="#fffffe"/>
              </v:stroke>
              <v:shadow color="#dcd6d4" color2="#dbd5d3 [rgb(219,213,211) cmyk(12.5,9.8,8.63,3.14)]"/>
              <v:textbox inset="2.88pt,2.88pt,2.88pt,2.88pt"/>
            </v:rect>
            <v:rect id="_x0000_s1187" style="position:absolute;left:1097280;top:1076706;width:4572;height:2286;mso-wrap-distance-left:2.88pt;mso-wrap-distance-top:2.88pt;mso-wrap-distance-right:2.88pt;mso-wrap-distance-bottom:2.88pt" fillcolor="#be783b [rgb(190,120,59) ink(5,255)]" stroked="f" strokecolor="#212120" insetpen="t" o:cliptowrap="t">
              <v:fill color2="#212120"/>
              <v:stroke color2="#fffffe">
                <o:left v:ext="view" color="#212120" color2="#fffffe"/>
                <o:top v:ext="view" color="#212120" color2="#fffffe"/>
                <o:right v:ext="view" color="#212120" color2="#fffffe"/>
                <o:bottom v:ext="view" color="#212120" color2="#fffffe"/>
                <o:column v:ext="view" color="#212120" color2="#fffffe"/>
              </v:stroke>
              <v:shadow color="#dcd6d4" color2="#dbd5d3 [rgb(219,213,211) cmyk(12.5,9.8,8.63,3.14)]"/>
              <v:textbox inset="2.88pt,2.88pt,2.88pt,2.88pt"/>
            </v:rect>
            <v:rect id="_x0000_s1188" style="position:absolute;left:1097280;top:1078992;width:4572;height:2286;mso-wrap-distance-left:2.88pt;mso-wrap-distance-top:2.88pt;mso-wrap-distance-right:2.88pt;mso-wrap-distance-bottom:2.88pt" fillcolor="#e5dece [rgb(229,222,206) ink(2,255)]" stroked="f" strokecolor="#212120" insetpen="t" o:cliptowrap="t">
              <v:fill color2="#212120"/>
              <v:stroke color2="#fffffe">
                <o:left v:ext="view" color="#212120" color2="#fffffe"/>
                <o:top v:ext="view" color="#212120" color2="#fffffe"/>
                <o:right v:ext="view" color="#212120" color2="#fffffe"/>
                <o:bottom v:ext="view" color="#212120" color2="#fffffe"/>
                <o:column v:ext="view" color="#212120" color2="#fffffe"/>
              </v:stroke>
              <v:shadow color="#dcd6d4" color2="#dbd5d3 [rgb(219,213,211) cmyk(12.5,9.8,8.63,3.14)]"/>
              <v:textbox inset="2.88pt,2.88pt,2.88pt,2.88pt"/>
            </v:rect>
            <v:rect id="_x0000_s1189" style="position:absolute;left:1097280;top:1081278;width:4572;height:2286;mso-wrap-distance-left:2.88pt;mso-wrap-distance-top:2.88pt;mso-wrap-distance-right:2.88pt;mso-wrap-distance-bottom:2.88pt" fillcolor="#aa973b [rgb(170,151,59) ink(3,255)]" stroked="f" strokecolor="#212120" insetpen="t" o:cliptowrap="t">
              <v:fill color2="#212120"/>
              <v:stroke color2="#fffffe">
                <o:left v:ext="view" color="#212120" color2="#fffffe"/>
                <o:top v:ext="view" color="#212120" color2="#fffffe"/>
                <o:right v:ext="view" color="#212120" color2="#fffffe"/>
                <o:bottom v:ext="view" color="#212120" color2="#fffffe"/>
                <o:column v:ext="view" color="#212120" color2="#fffffe"/>
              </v:stroke>
              <v:shadow color="#dcd6d4" color2="#dbd5d3 [rgb(219,213,211) cmyk(12.5,9.8,8.63,3.14)]"/>
              <v:textbox inset="2.88pt,2.88pt,2.88pt,2.88pt"/>
            </v:rect>
            <v:rect id="_x0000_s1190" style="position:absolute;left:1097280;top:1083564;width:4572;height:2286;mso-wrap-distance-left:2.88pt;mso-wrap-distance-top:2.88pt;mso-wrap-distance-right:2.88pt;mso-wrap-distance-bottom:2.88pt" fillcolor="#a49481 [rgb(164,148,129) ink(1,255)]" stroked="f" strokecolor="#212120" insetpen="t" o:cliptowrap="t">
              <v:fill color2="#212120"/>
              <v:stroke color2="#fffffe">
                <o:left v:ext="view" color="#212120" color2="#fffffe"/>
                <o:top v:ext="view" color="#212120" color2="#fffffe"/>
                <o:right v:ext="view" color="#212120" color2="#fffffe"/>
                <o:bottom v:ext="view" color="#212120" color2="#fffffe"/>
                <o:column v:ext="view" color="#212120" color2="#fffffe"/>
              </v:stroke>
              <v:shadow color="#dcd6d4" color2="#dbd5d3 [rgb(219,213,211) cmyk(12.5,9.8,8.63,3.14)]"/>
              <v:textbox inset="2.88pt,2.88pt,2.88pt,2.88pt"/>
            </v:rect>
            <v:line id="_x0000_s1191" style="position:absolute;mso-wrap-distance-left:2.88pt;mso-wrap-distance-top:2.88pt;mso-wrap-distance-right:2.88pt;mso-wrap-distance-bottom:2.88pt" from="1097280,1074420" to="1101852,1074420" fillcolor="#fffffe [rgb(255,255,254) cmyk(0,0,0,0)]" strokecolor="#fffffe" strokeweight="1pt" o:cliptowrap="t">
              <v:fill color2="#fffffe [rgb(255,255,254) cmyk(0,0,0,0)]"/>
              <v:stroke color2="#fffffe">
                <o:left v:ext="view" color="#212120" color2="#fffffe"/>
                <o:top v:ext="view" color="#212120" color2="#fffffe"/>
                <o:right v:ext="view" color="#212120" color2="#fffffe"/>
                <o:bottom v:ext="view" color="#212120" color2="#fffffe"/>
                <o:column v:ext="view" color="#212120" color2="#fffffe"/>
              </v:stroke>
              <v:shadow color="#dcd6d4" color2="#dbd5d3 [rgb(219,213,211) cmyk(12.5,9.8,8.63,3.14)]"/>
            </v:line>
            <v:line id="_x0000_s1192" style="position:absolute;mso-wrap-distance-left:2.88pt;mso-wrap-distance-top:2.88pt;mso-wrap-distance-right:2.88pt;mso-wrap-distance-bottom:2.88pt" from="1097280,1076706" to="1101852,1076706" fillcolor="#fffffe [rgb(255,255,254) cmyk(0,0,0,0)]" strokecolor="#fffffe" strokeweight="1pt" o:cliptowrap="t">
              <v:fill color2="#fffffe [rgb(255,255,254) cmyk(0,0,0,0)]"/>
              <v:stroke color2="#fffffe">
                <o:left v:ext="view" color="#212120" color2="#fffffe"/>
                <o:top v:ext="view" color="#212120" color2="#fffffe"/>
                <o:right v:ext="view" color="#212120" color2="#fffffe"/>
                <o:bottom v:ext="view" color="#212120" color2="#fffffe"/>
                <o:column v:ext="view" color="#212120" color2="#fffffe"/>
              </v:stroke>
              <v:shadow color="#dcd6d4" color2="#dbd5d3 [rgb(219,213,211) cmyk(12.5,9.8,8.63,3.14)]"/>
            </v:line>
            <v:line id="_x0000_s1193" style="position:absolute;mso-wrap-distance-left:2.88pt;mso-wrap-distance-top:2.88pt;mso-wrap-distance-right:2.88pt;mso-wrap-distance-bottom:2.88pt" from="1097280,1078992" to="1101852,1078992" fillcolor="#fffffe [rgb(255,255,254) cmyk(0,0,0,0)]" strokecolor="#fffffe" strokeweight="1pt" o:cliptowrap="t">
              <v:fill color2="#fffffe [rgb(255,255,254) cmyk(0,0,0,0)]"/>
              <v:stroke color2="#fffffe">
                <o:left v:ext="view" color="#212120" color2="#fffffe"/>
                <o:top v:ext="view" color="#212120" color2="#fffffe"/>
                <o:right v:ext="view" color="#212120" color2="#fffffe"/>
                <o:bottom v:ext="view" color="#212120" color2="#fffffe"/>
                <o:column v:ext="view" color="#212120" color2="#fffffe"/>
              </v:stroke>
              <v:shadow color="#dcd6d4" color2="#dbd5d3 [rgb(219,213,211) cmyk(12.5,9.8,8.63,3.14)]"/>
            </v:line>
            <v:line id="_x0000_s1194" style="position:absolute;mso-wrap-distance-left:2.88pt;mso-wrap-distance-top:2.88pt;mso-wrap-distance-right:2.88pt;mso-wrap-distance-bottom:2.88pt" from="1097280,1081278" to="1101852,1081278" fillcolor="#fffffe [rgb(255,255,254) cmyk(0,0,0,0)]" strokecolor="#fffffe" strokeweight="1pt" o:cliptowrap="t">
              <v:fill color2="#fffffe [rgb(255,255,254) cmyk(0,0,0,0)]"/>
              <v:stroke color2="#fffffe">
                <o:left v:ext="view" color="#212120" color2="#fffffe"/>
                <o:top v:ext="view" color="#212120" color2="#fffffe"/>
                <o:right v:ext="view" color="#212120" color2="#fffffe"/>
                <o:bottom v:ext="view" color="#212120" color2="#fffffe"/>
                <o:column v:ext="view" color="#212120" color2="#fffffe"/>
              </v:stroke>
              <v:shadow color="#dcd6d4" color2="#dbd5d3 [rgb(219,213,211) cmyk(12.5,9.8,8.63,3.14)]"/>
            </v:line>
            <v:line id="_x0000_s1195" style="position:absolute;mso-wrap-distance-left:2.88pt;mso-wrap-distance-top:2.88pt;mso-wrap-distance-right:2.88pt;mso-wrap-distance-bottom:2.88pt" from="1097280,1083564" to="1101852,1083564" fillcolor="#fffffe [rgb(255,255,254) cmyk(0,0,0,0)]" strokecolor="#fffffe" strokeweight="1pt" o:cliptowrap="t">
              <v:fill color2="#fffffe [rgb(255,255,254) cmyk(0,0,0,0)]"/>
              <v:stroke color2="#fffffe">
                <o:left v:ext="view" color="#212120" color2="#fffffe"/>
                <o:top v:ext="view" color="#212120" color2="#fffffe"/>
                <o:right v:ext="view" color="#212120" color2="#fffffe"/>
                <o:bottom v:ext="view" color="#212120" color2="#fffffe"/>
                <o:column v:ext="view" color="#212120" color2="#fffffe"/>
              </v:stroke>
              <v:shadow color="#dcd6d4" color2="#dbd5d3 [rgb(219,213,211) cmyk(12.5,9.8,8.63,3.14)]"/>
            </v:line>
            <w10:wrap anchory="page"/>
          </v:group>
        </w:pict>
      </w:r>
      <w:r w:rsidR="009F49D3" w:rsidRPr="009F49D3">
        <w:rPr>
          <w:noProof/>
          <w:color w:val="auto"/>
          <w:kern w:val="0"/>
          <w:sz w:val="24"/>
          <w:szCs w:val="24"/>
        </w:rPr>
        <w:pict>
          <v:line id="_x0000_s1183" style="position:absolute;z-index:251663872;mso-wrap-distance-left:2.88pt;mso-wrap-distance-top:2.88pt;mso-wrap-distance-right:2.88pt;mso-wrap-distance-bottom:2.88pt;mso-position-horizontal-relative:text;mso-position-vertical-relative:page" from="629.6pt,210.3pt" to="629.6pt,315.15pt" o:regroupid="1" fillcolor="#fffffe [rgb(255,255,254) cmyk(0,0,0,0)]" strokecolor="#fffffe" strokeweight="1pt" o:cliptowrap="t">
            <v:fill color2="#fffffe [rgb(255,255,254) cmyk(0,0,0,0)]"/>
            <v:stroke color2="#fffffe">
              <o:left v:ext="view" color="#212120" color2="#fffffe"/>
              <o:top v:ext="view" color="#212120" color2="#fffffe"/>
              <o:right v:ext="view" color="#212120" color2="#fffffe"/>
              <o:bottom v:ext="view" color="#212120" color2="#fffffe"/>
              <o:column v:ext="view" color="#212120" color2="#fffffe"/>
            </v:stroke>
            <v:shadow color="#dcd6d4" color2="#dbd5d3 [rgb(219,213,211) cmyk(12.5,9.8,8.63,3.14)]"/>
            <w10:wrap anchory="page"/>
          </v:line>
        </w:pict>
      </w:r>
      <w:r w:rsidR="009F49D3" w:rsidRPr="009F49D3">
        <w:rPr>
          <w:noProof/>
          <w:color w:val="auto"/>
          <w:kern w:val="0"/>
          <w:sz w:val="24"/>
          <w:szCs w:val="24"/>
        </w:rPr>
        <w:pict>
          <v:line id="_x0000_s1182" style="position:absolute;z-index:251662848;mso-wrap-distance-left:2.88pt;mso-wrap-distance-top:2.88pt;mso-wrap-distance-right:2.88pt;mso-wrap-distance-bottom:2.88pt;mso-position-horizontal-relative:text;mso-position-vertical-relative:page" from="385pt,175.35pt" to="1188.65pt,175.35pt" o:regroupid="1" fillcolor="#fffffe [rgb(255,255,254) cmyk(0,0,0,0)]" strokecolor="#fffffe" strokeweight="1pt" o:cliptowrap="t">
            <v:fill color2="#fffffe [rgb(255,255,254) cmyk(0,0,0,0)]"/>
            <v:stroke color2="#fffffe">
              <o:left v:ext="view" color="#212120" color2="#fffffe"/>
              <o:top v:ext="view" color="#212120" color2="#fffffe"/>
              <o:right v:ext="view" color="#212120" color2="#fffffe"/>
              <o:bottom v:ext="view" color="#212120" color2="#fffffe"/>
              <o:column v:ext="view" color="#212120" color2="#fffffe"/>
            </v:stroke>
            <v:shadow color="#dcd6d4" color2="#dbd5d3 [rgb(219,213,211) cmyk(12.5,9.8,8.63,3.14)]"/>
            <w10:wrap anchory="page"/>
          </v:line>
        </w:pict>
      </w:r>
      <w:r w:rsidR="009F49D3" w:rsidRPr="009F49D3">
        <w:rPr>
          <w:noProof/>
          <w:color w:val="auto"/>
          <w:kern w:val="0"/>
          <w:sz w:val="24"/>
          <w:szCs w:val="24"/>
        </w:rPr>
        <w:pict>
          <v:rect id="_x0000_s1181" style="position:absolute;margin-left:594.65pt;margin-top:175.35pt;width:594pt;height:34.95pt;z-index:251661824;mso-wrap-distance-left:2.88pt;mso-wrap-distance-top:2.88pt;mso-wrap-distance-right:2.88pt;mso-wrap-distance-bottom:2.88pt;mso-position-horizontal-relative:text;mso-position-vertical-relative:page" o:regroupid="1" fillcolor="#a49481 [rgb(164,148,129) ink(1,255)]" stroked="f" strokecolor="#212120" insetpen="t" o:cliptowrap="t">
            <v:fill color2="#212120"/>
            <v:stroke color2="#fffffe">
              <o:left v:ext="view" color="#212120" color2="#fffffe"/>
              <o:top v:ext="view" color="#212120" color2="#fffffe"/>
              <o:right v:ext="view" color="#212120" color2="#fffffe"/>
              <o:bottom v:ext="view" color="#212120" color2="#fffffe"/>
              <o:column v:ext="view" color="#212120" color2="#fffffe"/>
            </v:stroke>
            <v:shadow color="#dcd6d4" color2="#dbd5d3 [rgb(219,213,211) cmyk(12.5,9.8,8.63,3.14)]"/>
            <v:textbox inset="2.88pt,2.88pt,2.88pt,2.88pt"/>
            <w10:wrap anchory="page"/>
          </v:rect>
        </w:pict>
      </w:r>
      <w:r w:rsidR="00AD2334">
        <w:rPr>
          <w:noProof/>
          <w:color w:val="auto"/>
          <w:kern w:val="0"/>
          <w:sz w:val="24"/>
          <w:szCs w:val="24"/>
          <w:lang w:eastAsia="zh-CN"/>
        </w:rPr>
        <w:drawing>
          <wp:anchor distT="36576" distB="36576" distL="36576" distR="36576" simplePos="0" relativeHeight="251660800" behindDoc="0" locked="0" layoutInCell="1" allowOverlap="1">
            <wp:simplePos x="0" y="0"/>
            <wp:positionH relativeFrom="column">
              <wp:posOffset>14208125</wp:posOffset>
            </wp:positionH>
            <wp:positionV relativeFrom="page">
              <wp:posOffset>2670810</wp:posOffset>
            </wp:positionV>
            <wp:extent cx="887730" cy="1331595"/>
            <wp:effectExtent l="19050" t="0" r="7620" b="0"/>
            <wp:wrapNone/>
            <wp:docPr id="156" name="Picture 156" descr="RE9990301-IMG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RE9990301-IMG12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/>
                    <a:srcRect l="53224" r="18123" b="434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730" cy="133159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9F49D3" w:rsidRPr="009F49D3">
        <w:rPr>
          <w:noProof/>
          <w:color w:val="auto"/>
          <w:kern w:val="0"/>
          <w:sz w:val="24"/>
          <w:szCs w:val="24"/>
        </w:rPr>
        <w:pict>
          <v:shape id="_x0000_s1178" type="#_x0000_t202" style="position:absolute;margin-left:608.15pt;margin-top:35.35pt;width:107.1pt;height:24.3pt;z-index:251658752;mso-wrap-distance-left:2.88pt;mso-wrap-distance-top:2.88pt;mso-wrap-distance-right:2.88pt;mso-wrap-distance-bottom:2.88pt;mso-position-horizontal-relative:text;mso-position-vertical-relative:page" o:regroupid="1" filled="f" fillcolor="#fffffe" stroked="f" strokecolor="#212120" insetpen="t" o:cliptowrap="t">
            <v:fill color2="#212120"/>
            <v:stroke color2="#fffffe">
              <o:left v:ext="view" color="#212120" color2="#fffffe" joinstyle="miter" insetpen="t"/>
              <o:top v:ext="view" color="#212120" color2="#fffffe" joinstyle="miter" insetpen="t"/>
              <o:right v:ext="view" color="#212120" color2="#fffffe" joinstyle="miter" insetpen="t"/>
              <o:bottom v:ext="view" color="#212120" color2="#fffffe" joinstyle="miter" insetpen="t"/>
              <o:column v:ext="view" color="#212120" color2="#fffffe"/>
            </v:stroke>
            <v:shadow color="#dcd6d4" color2="#dbd5d3 [rgb(219,213,211) cmyk(12.5,9.8,8.63,3.14)]"/>
            <v:textbox style="mso-next-textbox:#_x0000_s1178;mso-column-margin:5.76pt" inset="2.88pt,2.88pt,2.88pt,2.88pt">
              <w:txbxContent>
                <w:p w:rsidR="0044296D" w:rsidRDefault="0044296D" w:rsidP="006F4C6E">
                  <w:pPr>
                    <w:widowControl w:val="0"/>
                    <w:spacing w:line="320" w:lineRule="exact"/>
                    <w:rPr>
                      <w:rFonts w:ascii="Arial" w:hAnsi="Arial" w:cs="Arial"/>
                      <w:b/>
                      <w:bCs/>
                      <w:i/>
                      <w:iCs/>
                      <w:color w:val="AA973B"/>
                      <w:w w:val="80"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Arial" w:hAnsi="Arial" w:cs="Arial"/>
                      <w:b/>
                      <w:bCs/>
                      <w:i/>
                      <w:iCs/>
                      <w:color w:val="7A6F30"/>
                      <w:w w:val="80"/>
                      <w:sz w:val="28"/>
                      <w:szCs w:val="28"/>
                    </w:rPr>
                    <w:t>in</w:t>
                  </w:r>
                  <w:proofErr w:type="gramEnd"/>
                  <w:r>
                    <w:rPr>
                      <w:rFonts w:ascii="Arial" w:hAnsi="Arial" w:cs="Arial"/>
                      <w:b/>
                      <w:bCs/>
                      <w:i/>
                      <w:iCs/>
                      <w:color w:val="7A6F30"/>
                      <w:w w:val="80"/>
                      <w:sz w:val="28"/>
                      <w:szCs w:val="28"/>
                    </w:rPr>
                    <w:t xml:space="preserve"> this issue </w:t>
                  </w:r>
                  <w:r>
                    <w:rPr>
                      <w:rFonts w:ascii="Arial" w:hAnsi="Arial" w:cs="Arial"/>
                      <w:b/>
                      <w:bCs/>
                      <w:i/>
                      <w:iCs/>
                      <w:color w:val="B9AE4C"/>
                      <w:w w:val="80"/>
                      <w:sz w:val="28"/>
                      <w:szCs w:val="28"/>
                    </w:rPr>
                    <w:t>&gt;&gt;&gt;</w:t>
                  </w:r>
                </w:p>
              </w:txbxContent>
            </v:textbox>
            <w10:wrap anchory="page"/>
          </v:shape>
        </w:pict>
      </w:r>
      <w:r w:rsidR="009F49D3" w:rsidRPr="009F49D3">
        <w:rPr>
          <w:noProof/>
          <w:color w:val="auto"/>
          <w:kern w:val="0"/>
          <w:sz w:val="24"/>
          <w:szCs w:val="24"/>
        </w:rPr>
        <w:pict>
          <v:line id="_x0000_s1175" style="position:absolute;z-index:251655680;mso-wrap-distance-left:2.88pt;mso-wrap-distance-top:2.88pt;mso-wrap-distance-right:2.88pt;mso-wrap-distance-bottom:2.88pt;mso-position-horizontal-relative:text;mso-position-vertical-relative:page" from="594.65pt,630.15pt" to="801.65pt,630.15pt" o:regroupid="1" fillcolor="#fffffe [rgb(255,255,254) cmyk(0,0,0,0)]" strokecolor="#fffffe" strokeweight="1pt" o:cliptowrap="t">
            <v:fill color2="#fffffe [rgb(255,255,254) cmyk(0,0,0,0)]"/>
            <v:stroke color2="#fffffe">
              <o:left v:ext="view" color="#212120" color2="#fffffe"/>
              <o:top v:ext="view" color="#212120" color2="#fffffe"/>
              <o:right v:ext="view" color="#212120" color2="#fffffe"/>
              <o:bottom v:ext="view" color="#212120" color2="#fffffe"/>
              <o:column v:ext="view" color="#212120" color2="#fffffe"/>
            </v:stroke>
            <v:shadow color="#dcd6d4" color2="#dbd5d3 [rgb(219,213,211) cmyk(12.5,9.8,8.63,3.14)]"/>
            <w10:wrap anchory="page"/>
          </v:line>
        </w:pict>
      </w:r>
      <w:r w:rsidR="009F49D3" w:rsidRPr="009F49D3">
        <w:rPr>
          <w:noProof/>
          <w:color w:val="auto"/>
          <w:kern w:val="0"/>
          <w:sz w:val="24"/>
          <w:szCs w:val="24"/>
        </w:rPr>
        <w:pict>
          <v:line id="_x0000_s1174" style="position:absolute;z-index:251654656;mso-wrap-distance-left:2.88pt;mso-wrap-distance-top:2.88pt;mso-wrap-distance-right:2.88pt;mso-wrap-distance-bottom:2.88pt;mso-position-horizontal-relative:text;mso-position-vertical-relative:page" from="594.65pt,349.1pt" to="801.65pt,349.1pt" o:regroupid="1" fillcolor="#fffffe [rgb(255,255,254) cmyk(0,0,0,0)]" strokecolor="#fffffe" strokeweight="1pt" o:cliptowrap="t">
            <v:fill color2="#fffffe [rgb(255,255,254) cmyk(0,0,0,0)]"/>
            <v:stroke color2="#fffffe">
              <o:left v:ext="view" color="#212120" color2="#fffffe"/>
              <o:top v:ext="view" color="#212120" color2="#fffffe"/>
              <o:right v:ext="view" color="#212120" color2="#fffffe"/>
              <o:bottom v:ext="view" color="#212120" color2="#fffffe"/>
              <o:column v:ext="view" color="#212120" color2="#fffffe"/>
            </v:stroke>
            <v:shadow color="#dcd6d4" color2="#dbd5d3 [rgb(219,213,211) cmyk(12.5,9.8,8.63,3.14)]"/>
            <w10:wrap anchory="page"/>
          </v:line>
        </w:pict>
      </w:r>
      <w:r w:rsidR="009F49D3" w:rsidRPr="009F49D3">
        <w:rPr>
          <w:noProof/>
          <w:color w:val="auto"/>
          <w:kern w:val="0"/>
          <w:sz w:val="24"/>
          <w:szCs w:val="24"/>
        </w:rPr>
        <w:pict>
          <v:shape id="_x0000_s1051" type="#_x0000_t202" style="position:absolute;margin-left:9.45pt;margin-top:70.8pt;width:256.5pt;height:31.5pt;z-index:251647488;mso-wrap-distance-left:2.88pt;mso-wrap-distance-top:2.88pt;mso-wrap-distance-right:2.88pt;mso-wrap-distance-bottom:2.88pt;mso-position-horizontal-relative:text;mso-position-vertical-relative:page" o:regroupid="1" filled="f" fillcolor="#fffffe" stroked="f" strokecolor="#212120" insetpen="t" o:cliptowrap="t">
            <v:fill color2="#212120"/>
            <v:stroke color2="#fffffe">
              <o:left v:ext="view" color="#212120" color2="#fffffe" joinstyle="miter" insetpen="t"/>
              <o:top v:ext="view" color="#212120" color2="#fffffe" joinstyle="miter" insetpen="t"/>
              <o:right v:ext="view" color="#212120" color2="#fffffe" joinstyle="miter" insetpen="t"/>
              <o:bottom v:ext="view" color="#212120" color2="#fffffe" joinstyle="miter" insetpen="t"/>
              <o:column v:ext="view" color="#212120" color2="#fffffe"/>
            </v:stroke>
            <v:shadow color="#dcd6d4" color2="#dbd5d3 [rgb(219,213,211) cmyk(12.5,9.8,8.63,3.14)]"/>
            <v:textbox style="mso-next-textbox:#_x0000_s1051;mso-column-margin:5.76pt" inset="2.88pt,2.88pt,2.88pt,2.88pt">
              <w:txbxContent>
                <w:p w:rsidR="0044296D" w:rsidRDefault="0044296D" w:rsidP="006F4C6E">
                  <w:pPr>
                    <w:widowControl w:val="0"/>
                    <w:spacing w:line="400" w:lineRule="exact"/>
                    <w:rPr>
                      <w:rFonts w:ascii="Arial" w:hAnsi="Arial" w:cs="Arial"/>
                      <w:i/>
                      <w:iCs/>
                      <w:color w:val="F4EDE2"/>
                      <w:w w:val="80"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F4EDE2"/>
                      <w:w w:val="80"/>
                      <w:sz w:val="36"/>
                      <w:szCs w:val="36"/>
                    </w:rPr>
                    <w:t xml:space="preserve">Finding </w:t>
                  </w:r>
                  <w:proofErr w:type="gramStart"/>
                  <w:r>
                    <w:rPr>
                      <w:rFonts w:ascii="Arial" w:hAnsi="Arial" w:cs="Arial"/>
                      <w:i/>
                      <w:iCs/>
                      <w:color w:val="F4EDE2"/>
                      <w:w w:val="80"/>
                      <w:sz w:val="36"/>
                      <w:szCs w:val="36"/>
                    </w:rPr>
                    <w:t>An</w:t>
                  </w:r>
                  <w:proofErr w:type="gramEnd"/>
                  <w:r>
                    <w:rPr>
                      <w:rFonts w:ascii="Arial" w:hAnsi="Arial" w:cs="Arial"/>
                      <w:i/>
                      <w:iCs/>
                      <w:color w:val="F4EDE2"/>
                      <w:w w:val="80"/>
                      <w:sz w:val="36"/>
                      <w:szCs w:val="36"/>
                    </w:rPr>
                    <w:t xml:space="preserve"> Agent That’s Right For You</w:t>
                  </w:r>
                </w:p>
              </w:txbxContent>
            </v:textbox>
            <w10:wrap anchory="page"/>
          </v:shape>
        </w:pict>
      </w:r>
      <w:r w:rsidR="009F49D3" w:rsidRPr="009F49D3">
        <w:rPr>
          <w:noProof/>
          <w:color w:val="auto"/>
          <w:kern w:val="0"/>
          <w:sz w:val="24"/>
          <w:szCs w:val="24"/>
        </w:rPr>
        <w:pict>
          <v:line id="_x0000_s1046" style="position:absolute;flip:y;z-index:251642368;mso-wrap-distance-left:2.88pt;mso-wrap-distance-top:2.88pt;mso-wrap-distance-right:2.88pt;mso-wrap-distance-bottom:2.88pt;mso-position-horizontal-relative:text;mso-position-vertical-relative:page" from="804.2pt,174.55pt" to="804.2pt,175.65pt" o:regroupid="1" fillcolor="#fffffe [rgb(255,255,254) cmyk(0,0,0,0)]" strokecolor="#fffffe" strokeweight="1pt" o:cliptowrap="t">
            <v:fill color2="#fffffe [rgb(255,255,254) cmyk(0,0,0,0)]"/>
            <v:stroke color2="#fffffe">
              <o:left v:ext="view" color="#212120" color2="#fffffe"/>
              <o:top v:ext="view" color="#212120" color2="#fffffe"/>
              <o:right v:ext="view" color="#212120" color2="#fffffe"/>
              <o:bottom v:ext="view" color="#212120" color2="#fffffe"/>
              <o:column v:ext="view" color="#212120" color2="#fffffe"/>
            </v:stroke>
            <v:shadow color="#dcd6d4" color2="#dbd5d3 [rgb(219,213,211) cmyk(12.5,9.8,8.63,3.14)]"/>
            <w10:wrap anchory="page"/>
          </v:line>
        </w:pict>
      </w:r>
      <w:r w:rsidR="009F49D3" w:rsidRPr="009F49D3">
        <w:rPr>
          <w:noProof/>
          <w:color w:val="auto"/>
          <w:kern w:val="0"/>
          <w:sz w:val="24"/>
          <w:szCs w:val="24"/>
        </w:rPr>
        <w:pict>
          <v:line id="_x0000_s1045" style="position:absolute;z-index:251641344;mso-wrap-distance-left:2.88pt;mso-wrap-distance-top:2.88pt;mso-wrap-distance-right:2.88pt;mso-wrap-distance-bottom:2.88pt;mso-position-horizontal-relative:text;mso-position-vertical-relative:page" from=".65pt,486.15pt" to="18.65pt,486.15pt" o:regroupid="1" fillcolor="#fffffe [rgb(255,255,254) cmyk(0,0,0,0)]" strokecolor="#fffffe" strokeweight="1pt" o:cliptowrap="t">
            <v:fill color2="#fffffe [rgb(255,255,254) cmyk(0,0,0,0)]"/>
            <v:stroke color2="#fffffe">
              <o:left v:ext="view" color="#212120" color2="#fffffe"/>
              <o:top v:ext="view" color="#212120" color2="#fffffe"/>
              <o:right v:ext="view" color="#212120" color2="#fffffe"/>
              <o:bottom v:ext="view" color="#212120" color2="#fffffe"/>
              <o:column v:ext="view" color="#212120" color2="#fffffe"/>
            </v:stroke>
            <v:shadow color="#dcd6d4" color2="#dbd5d3 [rgb(219,213,211) cmyk(12.5,9.8,8.63,3.14)]"/>
            <w10:wrap anchory="page"/>
          </v:line>
        </w:pict>
      </w:r>
      <w:r w:rsidR="009F49D3" w:rsidRPr="009F49D3">
        <w:rPr>
          <w:noProof/>
          <w:color w:val="auto"/>
          <w:kern w:val="0"/>
          <w:sz w:val="24"/>
          <w:szCs w:val="24"/>
        </w:rPr>
        <w:pict>
          <v:line id="_x0000_s1044" style="position:absolute;z-index:251640320;mso-wrap-distance-left:2.88pt;mso-wrap-distance-top:2.88pt;mso-wrap-distance-right:2.88pt;mso-wrap-distance-bottom:2.88pt;mso-position-horizontal-relative:text;mso-position-vertical-relative:page" from=".65pt,468.15pt" to="18.65pt,468.15pt" o:regroupid="1" fillcolor="#fffffe [rgb(255,255,254) cmyk(0,0,0,0)]" strokecolor="#fffffe" strokeweight="1pt" o:cliptowrap="t">
            <v:fill color2="#fffffe [rgb(255,255,254) cmyk(0,0,0,0)]"/>
            <v:stroke color2="#fffffe">
              <o:left v:ext="view" color="#212120" color2="#fffffe"/>
              <o:top v:ext="view" color="#212120" color2="#fffffe"/>
              <o:right v:ext="view" color="#212120" color2="#fffffe"/>
              <o:bottom v:ext="view" color="#212120" color2="#fffffe"/>
              <o:column v:ext="view" color="#212120" color2="#fffffe"/>
            </v:stroke>
            <v:shadow color="#dcd6d4" color2="#dbd5d3 [rgb(219,213,211) cmyk(12.5,9.8,8.63,3.14)]"/>
            <w10:wrap anchory="page"/>
          </v:line>
        </w:pict>
      </w:r>
      <w:r w:rsidR="009F49D3" w:rsidRPr="009F49D3">
        <w:rPr>
          <w:noProof/>
          <w:color w:val="auto"/>
          <w:kern w:val="0"/>
          <w:sz w:val="24"/>
          <w:szCs w:val="24"/>
        </w:rPr>
        <w:pict>
          <v:line id="_x0000_s1043" style="position:absolute;z-index:251639296;mso-wrap-distance-left:2.88pt;mso-wrap-distance-top:2.88pt;mso-wrap-distance-right:2.88pt;mso-wrap-distance-bottom:2.88pt;mso-position-horizontal-relative:text;mso-position-vertical-relative:page" from=".65pt,450.15pt" to="18.65pt,450.15pt" o:regroupid="1" fillcolor="#fffffe [rgb(255,255,254) cmyk(0,0,0,0)]" strokecolor="#fffffe" strokeweight="1pt" o:cliptowrap="t">
            <v:fill color2="#fffffe [rgb(255,255,254) cmyk(0,0,0,0)]"/>
            <v:stroke color2="#fffffe">
              <o:left v:ext="view" color="#212120" color2="#fffffe"/>
              <o:top v:ext="view" color="#212120" color2="#fffffe"/>
              <o:right v:ext="view" color="#212120" color2="#fffffe"/>
              <o:bottom v:ext="view" color="#212120" color2="#fffffe"/>
              <o:column v:ext="view" color="#212120" color2="#fffffe"/>
            </v:stroke>
            <v:shadow color="#dcd6d4" color2="#dbd5d3 [rgb(219,213,211) cmyk(12.5,9.8,8.63,3.14)]"/>
            <w10:wrap anchory="page"/>
          </v:line>
        </w:pict>
      </w:r>
      <w:r w:rsidR="009F49D3" w:rsidRPr="009F49D3">
        <w:rPr>
          <w:noProof/>
          <w:color w:val="auto"/>
          <w:kern w:val="0"/>
          <w:sz w:val="24"/>
          <w:szCs w:val="24"/>
        </w:rPr>
        <w:pict>
          <v:line id="_x0000_s1042" style="position:absolute;z-index:251638272;mso-wrap-distance-left:2.88pt;mso-wrap-distance-top:2.88pt;mso-wrap-distance-right:2.88pt;mso-wrap-distance-bottom:2.88pt;mso-position-horizontal-relative:text;mso-position-vertical-relative:page" from=".65pt,432.15pt" to="18.65pt,432.15pt" o:regroupid="1" fillcolor="#fffffe [rgb(255,255,254) cmyk(0,0,0,0)]" strokecolor="#fffffe" strokeweight="1pt" o:cliptowrap="t">
            <v:fill color2="#fffffe [rgb(255,255,254) cmyk(0,0,0,0)]"/>
            <v:stroke color2="#fffffe">
              <o:left v:ext="view" color="#212120" color2="#fffffe"/>
              <o:top v:ext="view" color="#212120" color2="#fffffe"/>
              <o:right v:ext="view" color="#212120" color2="#fffffe"/>
              <o:bottom v:ext="view" color="#212120" color2="#fffffe"/>
              <o:column v:ext="view" color="#212120" color2="#fffffe"/>
            </v:stroke>
            <v:shadow color="#dcd6d4" color2="#dbd5d3 [rgb(219,213,211) cmyk(12.5,9.8,8.63,3.14)]"/>
            <w10:wrap anchory="page"/>
          </v:line>
        </w:pict>
      </w:r>
      <w:r w:rsidR="009F49D3" w:rsidRPr="009F49D3">
        <w:rPr>
          <w:noProof/>
          <w:color w:val="auto"/>
          <w:kern w:val="0"/>
          <w:sz w:val="24"/>
          <w:szCs w:val="24"/>
        </w:rPr>
        <w:pict>
          <v:line id="_x0000_s1041" style="position:absolute;z-index:251637248;mso-wrap-distance-left:2.88pt;mso-wrap-distance-top:2.88pt;mso-wrap-distance-right:2.88pt;mso-wrap-distance-bottom:2.88pt;mso-position-horizontal-relative:text;mso-position-vertical-relative:page" from=".65pt,414.15pt" to="18.65pt,414.15pt" o:regroupid="1" fillcolor="#fffffe [rgb(255,255,254) cmyk(0,0,0,0)]" strokecolor="#fffffe" strokeweight="1pt" o:cliptowrap="t">
            <v:fill color2="#fffffe [rgb(255,255,254) cmyk(0,0,0,0)]"/>
            <v:stroke color2="#fffffe">
              <o:left v:ext="view" color="#212120" color2="#fffffe"/>
              <o:top v:ext="view" color="#212120" color2="#fffffe"/>
              <o:right v:ext="view" color="#212120" color2="#fffffe"/>
              <o:bottom v:ext="view" color="#212120" color2="#fffffe"/>
              <o:column v:ext="view" color="#212120" color2="#fffffe"/>
            </v:stroke>
            <v:shadow color="#dcd6d4" color2="#dbd5d3 [rgb(219,213,211) cmyk(12.5,9.8,8.63,3.14)]"/>
            <w10:wrap anchory="page"/>
          </v:line>
        </w:pict>
      </w:r>
      <w:r w:rsidR="009F49D3" w:rsidRPr="009F49D3">
        <w:rPr>
          <w:noProof/>
          <w:color w:val="auto"/>
          <w:kern w:val="0"/>
          <w:sz w:val="24"/>
          <w:szCs w:val="24"/>
        </w:rPr>
        <w:pict>
          <v:rect id="_x0000_s1040" style="position:absolute;margin-left:.65pt;margin-top:486.15pt;width:18pt;height:18pt;z-index:251636224;mso-wrap-distance-left:2.88pt;mso-wrap-distance-top:2.88pt;mso-wrap-distance-right:2.88pt;mso-wrap-distance-bottom:2.88pt;mso-position-horizontal-relative:text;mso-position-vertical-relative:page" o:regroupid="1" fillcolor="#a49481 [rgb(164,148,129) ink(1,255)]" stroked="f" strokecolor="#212120" insetpen="t" o:cliptowrap="t">
            <v:fill color2="#212120"/>
            <v:stroke color2="#fffffe">
              <o:left v:ext="view" color="#212120" color2="#fffffe"/>
              <o:top v:ext="view" color="#212120" color2="#fffffe"/>
              <o:right v:ext="view" color="#212120" color2="#fffffe"/>
              <o:bottom v:ext="view" color="#212120" color2="#fffffe"/>
              <o:column v:ext="view" color="#212120" color2="#fffffe"/>
            </v:stroke>
            <v:shadow color="#dcd6d4" color2="#dbd5d3 [rgb(219,213,211) cmyk(12.5,9.8,8.63,3.14)]"/>
            <v:textbox inset="2.88pt,2.88pt,2.88pt,2.88pt"/>
            <w10:wrap anchory="page"/>
          </v:rect>
        </w:pict>
      </w:r>
      <w:r w:rsidR="009F49D3" w:rsidRPr="009F49D3">
        <w:rPr>
          <w:noProof/>
          <w:color w:val="auto"/>
          <w:kern w:val="0"/>
          <w:sz w:val="24"/>
          <w:szCs w:val="24"/>
        </w:rPr>
        <w:pict>
          <v:rect id="_x0000_s1039" style="position:absolute;margin-left:.65pt;margin-top:468.15pt;width:18pt;height:18pt;z-index:251635200;mso-wrap-distance-left:2.88pt;mso-wrap-distance-top:2.88pt;mso-wrap-distance-right:2.88pt;mso-wrap-distance-bottom:2.88pt;mso-position-horizontal-relative:text;mso-position-vertical-relative:page" o:regroupid="1" fillcolor="#aa973b [rgb(170,151,59) ink(3,255)]" stroked="f" strokecolor="#212120" insetpen="t" o:cliptowrap="t">
            <v:fill color2="#212120"/>
            <v:stroke color2="#fffffe">
              <o:left v:ext="view" color="#212120" color2="#fffffe"/>
              <o:top v:ext="view" color="#212120" color2="#fffffe"/>
              <o:right v:ext="view" color="#212120" color2="#fffffe"/>
              <o:bottom v:ext="view" color="#212120" color2="#fffffe"/>
              <o:column v:ext="view" color="#212120" color2="#fffffe"/>
            </v:stroke>
            <v:shadow color="#dcd6d4" color2="#dbd5d3 [rgb(219,213,211) cmyk(12.5,9.8,8.63,3.14)]"/>
            <v:textbox inset="2.88pt,2.88pt,2.88pt,2.88pt"/>
            <w10:wrap anchory="page"/>
          </v:rect>
        </w:pict>
      </w:r>
      <w:r w:rsidR="009F49D3" w:rsidRPr="009F49D3">
        <w:rPr>
          <w:noProof/>
          <w:color w:val="auto"/>
          <w:kern w:val="0"/>
          <w:sz w:val="24"/>
          <w:szCs w:val="24"/>
        </w:rPr>
        <w:pict>
          <v:rect id="_x0000_s1038" style="position:absolute;margin-left:.65pt;margin-top:450.15pt;width:18pt;height:18pt;z-index:251634176;mso-wrap-distance-left:2.88pt;mso-wrap-distance-top:2.88pt;mso-wrap-distance-right:2.88pt;mso-wrap-distance-bottom:2.88pt;mso-position-horizontal-relative:text;mso-position-vertical-relative:page" o:regroupid="1" fillcolor="#e5dece [rgb(229,222,206) ink(2,255)]" stroked="f" strokecolor="#212120" insetpen="t" o:cliptowrap="t">
            <v:fill color2="#212120"/>
            <v:stroke color2="#fffffe">
              <o:left v:ext="view" color="#212120" color2="#fffffe"/>
              <o:top v:ext="view" color="#212120" color2="#fffffe"/>
              <o:right v:ext="view" color="#212120" color2="#fffffe"/>
              <o:bottom v:ext="view" color="#212120" color2="#fffffe"/>
              <o:column v:ext="view" color="#212120" color2="#fffffe"/>
            </v:stroke>
            <v:shadow color="#dcd6d4" color2="#dbd5d3 [rgb(219,213,211) cmyk(12.5,9.8,8.63,3.14)]"/>
            <v:textbox inset="2.88pt,2.88pt,2.88pt,2.88pt"/>
            <w10:wrap anchory="page"/>
          </v:rect>
        </w:pict>
      </w:r>
      <w:r w:rsidR="009F49D3" w:rsidRPr="009F49D3">
        <w:rPr>
          <w:noProof/>
          <w:color w:val="auto"/>
          <w:kern w:val="0"/>
          <w:sz w:val="24"/>
          <w:szCs w:val="24"/>
        </w:rPr>
        <w:pict>
          <v:rect id="_x0000_s1037" style="position:absolute;margin-left:.65pt;margin-top:432.15pt;width:18pt;height:18pt;z-index:251633152;mso-wrap-distance-left:2.88pt;mso-wrap-distance-top:2.88pt;mso-wrap-distance-right:2.88pt;mso-wrap-distance-bottom:2.88pt;mso-position-horizontal-relative:text;mso-position-vertical-relative:page" o:regroupid="1" fillcolor="#be783b [rgb(190,120,59) ink(5,255)]" stroked="f" strokecolor="#212120" insetpen="t" o:cliptowrap="t">
            <v:fill color2="#212120"/>
            <v:stroke color2="#fffffe">
              <o:left v:ext="view" color="#212120" color2="#fffffe"/>
              <o:top v:ext="view" color="#212120" color2="#fffffe"/>
              <o:right v:ext="view" color="#212120" color2="#fffffe"/>
              <o:bottom v:ext="view" color="#212120" color2="#fffffe"/>
              <o:column v:ext="view" color="#212120" color2="#fffffe"/>
            </v:stroke>
            <v:shadow color="#dcd6d4" color2="#dbd5d3 [rgb(219,213,211) cmyk(12.5,9.8,8.63,3.14)]"/>
            <v:textbox inset="2.88pt,2.88pt,2.88pt,2.88pt"/>
            <w10:wrap anchory="page"/>
          </v:rect>
        </w:pict>
      </w:r>
      <w:r w:rsidR="009F49D3" w:rsidRPr="009F49D3">
        <w:rPr>
          <w:noProof/>
          <w:color w:val="auto"/>
          <w:kern w:val="0"/>
          <w:sz w:val="24"/>
          <w:szCs w:val="24"/>
        </w:rPr>
        <w:pict>
          <v:rect id="_x0000_s1036" style="position:absolute;margin-left:.65pt;margin-top:414.15pt;width:18pt;height:18pt;z-index:251632128;mso-wrap-distance-left:2.88pt;mso-wrap-distance-top:2.88pt;mso-wrap-distance-right:2.88pt;mso-wrap-distance-bottom:2.88pt;mso-position-horizontal-relative:text;mso-position-vertical-relative:page" o:regroupid="1" fillcolor="#73624a [rgb(115,98,74) ink(8,255)]" stroked="f" strokecolor="#212120" insetpen="t" o:cliptowrap="t">
            <v:fill color2="#212120"/>
            <v:stroke color2="#fffffe">
              <o:left v:ext="view" color="#212120" color2="#fffffe"/>
              <o:top v:ext="view" color="#212120" color2="#fffffe"/>
              <o:right v:ext="view" color="#212120" color2="#fffffe"/>
              <o:bottom v:ext="view" color="#212120" color2="#fffffe"/>
              <o:column v:ext="view" color="#212120" color2="#fffffe"/>
            </v:stroke>
            <v:shadow color="#dcd6d4" color2="#dbd5d3 [rgb(219,213,211) cmyk(12.5,9.8,8.63,3.14)]"/>
            <v:textbox inset="2.88pt,2.88pt,2.88pt,2.88pt"/>
            <w10:wrap anchory="page"/>
          </v:rect>
        </w:pict>
      </w:r>
      <w:r w:rsidR="009F49D3" w:rsidRPr="009F49D3">
        <w:rPr>
          <w:noProof/>
          <w:color w:val="auto"/>
          <w:kern w:val="0"/>
          <w:sz w:val="24"/>
          <w:szCs w:val="24"/>
        </w:rPr>
        <w:pict>
          <v:rect id="_x0000_s1035" style="position:absolute;margin-left:.65pt;margin-top:396.15pt;width:18pt;height:18pt;z-index:251631104;mso-wrap-distance-left:2.88pt;mso-wrap-distance-top:2.88pt;mso-wrap-distance-right:2.88pt;mso-wrap-distance-bottom:2.88pt;mso-position-horizontal-relative:text;mso-position-vertical-relative:page" o:regroupid="1" fillcolor="#b9ae4c [rgb(185,174,76) ink(6,255)]" stroked="f" strokecolor="#212120" insetpen="t" o:cliptowrap="t">
            <v:fill color2="#212120"/>
            <v:stroke color2="#fffffe">
              <o:left v:ext="view" color="#212120" color2="#fffffe"/>
              <o:top v:ext="view" color="#212120" color2="#fffffe"/>
              <o:right v:ext="view" color="#212120" color2="#fffffe"/>
              <o:bottom v:ext="view" color="#212120" color2="#fffffe"/>
              <o:column v:ext="view" color="#212120" color2="#fffffe"/>
            </v:stroke>
            <v:shadow color="#dcd6d4" color2="#dbd5d3 [rgb(219,213,211) cmyk(12.5,9.8,8.63,3.14)]"/>
            <v:textbox inset="2.88pt,2.88pt,2.88pt,2.88pt"/>
            <w10:wrap anchory="page"/>
          </v:rect>
        </w:pict>
      </w:r>
      <w:r w:rsidR="009F49D3" w:rsidRPr="009F49D3">
        <w:rPr>
          <w:noProof/>
          <w:color w:val="auto"/>
          <w:kern w:val="0"/>
          <w:sz w:val="24"/>
          <w:szCs w:val="24"/>
        </w:rPr>
        <w:pict>
          <v:rect id="_x0000_s1032" style="position:absolute;margin-left:594.65pt;margin-top:18.1pt;width:209.65pt;height:157.25pt;z-index:251628032;mso-wrap-distance-left:2.88pt;mso-wrap-distance-top:2.88pt;mso-wrap-distance-right:2.88pt;mso-wrap-distance-bottom:2.88pt;mso-position-horizontal-relative:text;mso-position-vertical-relative:page" o:regroupid="1" fillcolor="#f4ede2 [rgb(244,237,226) ink(9,255)]" stroked="f" strokecolor="#212120" insetpen="t" o:cliptowrap="t">
            <v:fill color2="#212120"/>
            <v:stroke color2="#fffffe">
              <o:left v:ext="view" color="#212120" color2="#fffffe"/>
              <o:top v:ext="view" color="#212120" color2="#fffffe"/>
              <o:right v:ext="view" color="#212120" color2="#fffffe"/>
              <o:bottom v:ext="view" color="#212120" color2="#fffffe"/>
              <o:column v:ext="view" color="#212120" color2="#fffffe"/>
            </v:stroke>
            <v:shadow color="#dcd6d4" color2="#dbd5d3 [rgb(219,213,211) cmyk(12.5,9.8,8.63,3.14)]"/>
            <v:textbox inset="2.88pt,2.88pt,2.88pt,2.88pt"/>
            <w10:wrap anchory="page"/>
          </v:rect>
        </w:pict>
      </w:r>
      <w:r w:rsidR="009F49D3" w:rsidRPr="009F49D3">
        <w:rPr>
          <w:noProof/>
          <w:color w:val="auto"/>
          <w:kern w:val="0"/>
          <w:sz w:val="24"/>
          <w:szCs w:val="24"/>
        </w:rPr>
        <w:pict>
          <v:rect id="_x0000_s1031" style="position:absolute;margin-left:629.6pt;margin-top:210.3pt;width:489.15pt;height:104.85pt;z-index:251627008;mso-wrap-distance-left:2.88pt;mso-wrap-distance-top:2.88pt;mso-wrap-distance-right:2.88pt;mso-wrap-distance-bottom:2.88pt;mso-position-horizontal-relative:text;mso-position-vertical-relative:page" o:regroupid="1" fillcolor="#5a574b [rgb(90,87,75) ink(7,255)]" stroked="f" strokecolor="#212120" insetpen="t" o:cliptowrap="t">
            <v:fill color2="#212120"/>
            <v:stroke color2="#fffffe">
              <o:left v:ext="view" color="#212120" color2="#fffffe"/>
              <o:top v:ext="view" color="#212120" color2="#fffffe"/>
              <o:right v:ext="view" color="#212120" color2="#fffffe"/>
              <o:bottom v:ext="view" color="#212120" color2="#fffffe"/>
              <o:column v:ext="view" color="#212120" color2="#fffffe"/>
            </v:stroke>
            <v:shadow color="#dcd6d4" color2="#dbd5d3 [rgb(219,213,211) cmyk(12.5,9.8,8.63,3.14)]"/>
            <v:textbox inset="2.88pt,2.88pt,2.88pt,2.88pt"/>
            <w10:wrap anchory="page"/>
          </v:rect>
        </w:pict>
      </w:r>
    </w:p>
    <w:p w:rsidR="004E644B" w:rsidRDefault="00270248">
      <w:r>
        <w:rPr>
          <w:noProof/>
          <w:color w:val="auto"/>
          <w:kern w:val="0"/>
          <w:sz w:val="24"/>
          <w:szCs w:val="24"/>
          <w:lang w:eastAsia="zh-CN"/>
        </w:rPr>
        <w:drawing>
          <wp:anchor distT="0" distB="0" distL="114300" distR="114300" simplePos="0" relativeHeight="251805184" behindDoc="0" locked="0" layoutInCell="1" allowOverlap="1">
            <wp:simplePos x="0" y="0"/>
            <wp:positionH relativeFrom="column">
              <wp:posOffset>5021580</wp:posOffset>
            </wp:positionH>
            <wp:positionV relativeFrom="paragraph">
              <wp:posOffset>6195695</wp:posOffset>
            </wp:positionV>
            <wp:extent cx="2313940" cy="2955290"/>
            <wp:effectExtent l="19050" t="0" r="0" b="0"/>
            <wp:wrapSquare wrapText="bothSides"/>
            <wp:docPr id="8" name="Picture 10" descr="http://www.tradebit.com/usr/2mmfotografos/pub/9002/0-MG-3713-pr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tradebit.com/usr/2mmfotografos/pub/9002/0-MG-3713-prev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3940" cy="2955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22606" w:rsidRPr="009F49D3">
        <w:rPr>
          <w:noProof/>
          <w:color w:val="auto"/>
          <w:kern w:val="0"/>
          <w:sz w:val="24"/>
          <w:szCs w:val="24"/>
        </w:rPr>
        <w:pict>
          <v:shape id="_x0000_s1207" type="#_x0000_t202" style="position:absolute;margin-left:608.15pt;margin-top:349.1pt;width:174.75pt;height:400.85pt;z-index:251677184;mso-wrap-distance-left:2.88pt;mso-wrap-distance-top:2.88pt;mso-wrap-distance-right:2.88pt;mso-wrap-distance-bottom:2.88pt;mso-position-horizontal-relative:text;mso-position-vertical-relative:page" o:regroupid="1" filled="f" fillcolor="#fffffe" stroked="f" strokecolor="#212120" insetpen="t" o:cliptowrap="t">
            <v:fill color2="#212120"/>
            <v:stroke color2="#fffffe">
              <o:left v:ext="view" color="#212120" color2="#fffffe"/>
              <o:top v:ext="view" color="#212120" color2="#fffffe"/>
              <o:right v:ext="view" color="#212120" color2="#fffffe"/>
              <o:bottom v:ext="view" color="#212120" color2="#fffffe"/>
              <o:column v:ext="view" color="#212120" color2="#fffffe"/>
            </v:stroke>
            <v:shadow color="#dcd6d4" color2="#dbd5d3 [rgb(219,213,211) cmyk(12.5,9.8,8.63,3.14)]"/>
            <v:textbox style="mso-next-textbox:#_x0000_s1207;mso-column-margin:5.76pt" inset="2.88pt,2.88pt,2.88pt,2.88pt">
              <w:txbxContent>
                <w:p w:rsidR="0044296D" w:rsidRDefault="00322606" w:rsidP="0044296D">
                  <w:pPr>
                    <w:rPr>
                      <w:rFonts w:ascii="Britannic Bold" w:hAnsi="Britannic Bold"/>
                      <w:smallCaps/>
                      <w:sz w:val="28"/>
                      <w:szCs w:val="28"/>
                    </w:rPr>
                  </w:pPr>
                  <w:r>
                    <w:rPr>
                      <w:rFonts w:ascii="Britannic Bold" w:hAnsi="Britannic Bold"/>
                      <w:smallCaps/>
                      <w:sz w:val="28"/>
                      <w:szCs w:val="28"/>
                    </w:rPr>
                    <w:t>Verify the text—when you don’t understand an allusion in the text, look it up!</w:t>
                  </w:r>
                </w:p>
                <w:p w:rsidR="00322606" w:rsidRDefault="00322606" w:rsidP="0044296D">
                  <w:pPr>
                    <w:rPr>
                      <w:rFonts w:ascii="Britannic Bold" w:hAnsi="Britannic Bold"/>
                      <w:smallCaps/>
                      <w:sz w:val="28"/>
                      <w:szCs w:val="28"/>
                    </w:rPr>
                  </w:pPr>
                </w:p>
                <w:p w:rsidR="00322606" w:rsidRDefault="00322606" w:rsidP="0044296D">
                  <w:pPr>
                    <w:rPr>
                      <w:rFonts w:ascii="Britannic Bold" w:hAnsi="Britannic Bold"/>
                      <w:smallCaps/>
                      <w:sz w:val="28"/>
                      <w:szCs w:val="28"/>
                    </w:rPr>
                  </w:pPr>
                  <w:r>
                    <w:rPr>
                      <w:rFonts w:ascii="Britannic Bold" w:hAnsi="Britannic Bold"/>
                      <w:smallCaps/>
                      <w:sz w:val="28"/>
                      <w:szCs w:val="28"/>
                    </w:rPr>
                    <w:t>Familiarize yourself with contemporary issues—watch the news, read a newspaper, subscribe to a magazine, get educated!</w:t>
                  </w:r>
                </w:p>
                <w:p w:rsidR="00322606" w:rsidRDefault="00322606" w:rsidP="0044296D">
                  <w:pPr>
                    <w:rPr>
                      <w:rFonts w:ascii="Britannic Bold" w:hAnsi="Britannic Bold"/>
                      <w:smallCaps/>
                      <w:sz w:val="28"/>
                      <w:szCs w:val="28"/>
                    </w:rPr>
                  </w:pPr>
                </w:p>
                <w:p w:rsidR="00322606" w:rsidRDefault="00322606" w:rsidP="0044296D">
                  <w:pPr>
                    <w:rPr>
                      <w:rFonts w:ascii="Britannic Bold" w:hAnsi="Britannic Bold"/>
                      <w:smallCaps/>
                      <w:sz w:val="28"/>
                      <w:szCs w:val="28"/>
                    </w:rPr>
                  </w:pPr>
                  <w:r>
                    <w:rPr>
                      <w:rFonts w:ascii="Britannic Bold" w:hAnsi="Britannic Bold"/>
                      <w:smallCaps/>
                      <w:sz w:val="28"/>
                      <w:szCs w:val="28"/>
                    </w:rPr>
                    <w:t>Read up on the author—an author’s background can explain a lot, so start learning!</w:t>
                  </w:r>
                </w:p>
                <w:p w:rsidR="00322606" w:rsidRDefault="00322606" w:rsidP="0044296D">
                  <w:pPr>
                    <w:rPr>
                      <w:rFonts w:ascii="Britannic Bold" w:hAnsi="Britannic Bold"/>
                      <w:smallCaps/>
                      <w:sz w:val="28"/>
                      <w:szCs w:val="28"/>
                    </w:rPr>
                  </w:pPr>
                </w:p>
                <w:p w:rsidR="00322606" w:rsidRDefault="00322606" w:rsidP="0044296D">
                  <w:pPr>
                    <w:rPr>
                      <w:rFonts w:ascii="Britannic Bold" w:hAnsi="Britannic Bold"/>
                      <w:smallCaps/>
                      <w:sz w:val="28"/>
                      <w:szCs w:val="28"/>
                    </w:rPr>
                  </w:pPr>
                  <w:r>
                    <w:rPr>
                      <w:rFonts w:ascii="Britannic Bold" w:hAnsi="Britannic Bold"/>
                      <w:smallCaps/>
                      <w:sz w:val="28"/>
                      <w:szCs w:val="28"/>
                    </w:rPr>
                    <w:t>Apply what you know to the text—now that you understand the allusion, figure how it applies to the context of the text</w:t>
                  </w:r>
                </w:p>
                <w:p w:rsidR="00322606" w:rsidRDefault="00322606" w:rsidP="0044296D">
                  <w:pPr>
                    <w:rPr>
                      <w:rFonts w:ascii="Britannic Bold" w:hAnsi="Britannic Bold"/>
                      <w:smallCaps/>
                      <w:sz w:val="28"/>
                      <w:szCs w:val="28"/>
                    </w:rPr>
                  </w:pPr>
                </w:p>
                <w:p w:rsidR="00322606" w:rsidRDefault="00322606" w:rsidP="0044296D">
                  <w:pPr>
                    <w:rPr>
                      <w:rFonts w:ascii="Britannic Bold" w:hAnsi="Britannic Bold"/>
                      <w:smallCaps/>
                      <w:sz w:val="28"/>
                      <w:szCs w:val="28"/>
                    </w:rPr>
                  </w:pPr>
                  <w:r>
                    <w:rPr>
                      <w:rFonts w:ascii="Britannic Bold" w:hAnsi="Britannic Bold"/>
                      <w:smallCaps/>
                      <w:sz w:val="28"/>
                      <w:szCs w:val="28"/>
                    </w:rPr>
                    <w:t>If you’re really stuck, reference other texts of the same time period and compare themes and writing styles</w:t>
                  </w:r>
                </w:p>
                <w:p w:rsidR="00322606" w:rsidRDefault="00322606" w:rsidP="0044296D">
                  <w:pPr>
                    <w:rPr>
                      <w:rFonts w:ascii="Britannic Bold" w:hAnsi="Britannic Bold"/>
                      <w:smallCaps/>
                      <w:sz w:val="28"/>
                      <w:szCs w:val="28"/>
                    </w:rPr>
                  </w:pPr>
                </w:p>
                <w:p w:rsidR="00322606" w:rsidRPr="0044296D" w:rsidRDefault="00322606" w:rsidP="0044296D">
                  <w:pPr>
                    <w:rPr>
                      <w:rFonts w:ascii="Britannic Bold" w:hAnsi="Britannic Bold"/>
                      <w:smallCaps/>
                      <w:sz w:val="28"/>
                      <w:szCs w:val="28"/>
                    </w:rPr>
                  </w:pPr>
                </w:p>
              </w:txbxContent>
            </v:textbox>
            <w10:wrap anchory="page"/>
          </v:shape>
        </w:pict>
      </w:r>
      <w:r w:rsidR="0044296D" w:rsidRPr="009F49D3">
        <w:rPr>
          <w:noProof/>
          <w:color w:val="auto"/>
          <w:kern w:val="0"/>
          <w:sz w:val="24"/>
          <w:szCs w:val="24"/>
        </w:rPr>
        <w:pict>
          <v:shape id="_x0000_s1203" type="#_x0000_t202" style="position:absolute;margin-left:608.15pt;margin-top:315.15pt;width:184.5pt;height:31.7pt;z-index:251673088;mso-wrap-distance-left:2.88pt;mso-wrap-distance-top:2.88pt;mso-wrap-distance-right:2.88pt;mso-wrap-distance-bottom:2.88pt;mso-position-horizontal-relative:text;mso-position-vertical-relative:page" o:regroupid="1" filled="f" fillcolor="#fffffe" stroked="f" strokecolor="#212120" insetpen="t" o:cliptowrap="t">
            <v:fill color2="#212120"/>
            <v:stroke color2="#fffffe">
              <o:left v:ext="view" color="#212120" color2="#fffffe" joinstyle="miter" insetpen="t"/>
              <o:top v:ext="view" color="#212120" color2="#fffffe" joinstyle="miter" insetpen="t"/>
              <o:right v:ext="view" color="#212120" color2="#fffffe" joinstyle="miter" insetpen="t"/>
              <o:bottom v:ext="view" color="#212120" color2="#fffffe" joinstyle="miter" insetpen="t"/>
              <o:column v:ext="view" color="#212120" color2="#fffffe"/>
            </v:stroke>
            <v:shadow color="#dcd6d4" color2="#dbd5d3 [rgb(219,213,211) cmyk(12.5,9.8,8.63,3.14)]"/>
            <v:textbox style="mso-next-textbox:#_x0000_s1203;mso-column-margin:5.76pt" inset="2.88pt,2.88pt,2.88pt,2.88pt">
              <w:txbxContent>
                <w:p w:rsidR="0044296D" w:rsidRDefault="0044296D" w:rsidP="006F4C6E">
                  <w:pPr>
                    <w:widowControl w:val="0"/>
                    <w:spacing w:line="440" w:lineRule="exact"/>
                    <w:rPr>
                      <w:rFonts w:ascii="Arial" w:hAnsi="Arial" w:cs="Arial"/>
                      <w:i/>
                      <w:iCs/>
                      <w:color w:val="7A6F30"/>
                      <w:w w:val="80"/>
                      <w:sz w:val="40"/>
                      <w:szCs w:val="40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7A6F30"/>
                      <w:w w:val="80"/>
                      <w:sz w:val="40"/>
                      <w:szCs w:val="40"/>
                    </w:rPr>
                    <w:t>How to?</w:t>
                  </w:r>
                </w:p>
              </w:txbxContent>
            </v:textbox>
            <w10:wrap anchory="page"/>
          </v:shape>
        </w:pict>
      </w:r>
      <w:r w:rsidR="00A4441F" w:rsidRPr="009F49D3">
        <w:rPr>
          <w:noProof/>
          <w:color w:val="auto"/>
          <w:kern w:val="0"/>
          <w:sz w:val="24"/>
          <w:szCs w:val="24"/>
        </w:rPr>
        <w:pict>
          <v:shape id="_x0000_s1218" type="#_x0000_t202" style="position:absolute;margin-left:1051.95pt;margin-top:468.15pt;width:121.05pt;height:139.8pt;z-index:251688448;mso-wrap-distance-left:2.88pt;mso-wrap-distance-top:2.88pt;mso-wrap-distance-right:2.88pt;mso-wrap-distance-bottom:2.88pt;mso-position-horizontal-relative:text;mso-position-vertical-relative:page" o:regroupid="1" filled="f" fillcolor="#fffffe" stroked="f" strokecolor="#212120" insetpen="t" o:cliptowrap="t">
            <v:fill color2="#212120"/>
            <v:stroke color2="#fffffe">
              <o:left v:ext="view" color="#212120" color2="#fffffe" joinstyle="miter" insetpen="t"/>
              <o:top v:ext="view" color="#212120" color2="#fffffe" joinstyle="miter" insetpen="t"/>
              <o:right v:ext="view" color="#212120" color2="#fffffe" joinstyle="miter" insetpen="t"/>
              <o:bottom v:ext="view" color="#212120" color2="#fffffe" joinstyle="miter" insetpen="t"/>
              <o:column v:ext="view" color="#212120" color2="#fffffe"/>
            </v:stroke>
            <v:shadow color="#dcd6d4" color2="#dbd5d3 [rgb(219,213,211) cmyk(12.5,9.8,8.63,3.14)]"/>
            <v:textbox style="mso-column-margin:5.76pt" inset="2.88pt,2.88pt,2.88pt,2.88pt">
              <w:txbxContent>
                <w:p w:rsidR="0044296D" w:rsidRPr="00A4441F" w:rsidRDefault="0044296D" w:rsidP="00A4441F">
                  <w:pPr>
                    <w:pStyle w:val="ListParagraph"/>
                    <w:numPr>
                      <w:ilvl w:val="0"/>
                      <w:numId w:val="9"/>
                    </w:num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The reader views the literature in </w:t>
                  </w:r>
                  <w:r>
                    <w:rPr>
                      <w:i/>
                      <w:sz w:val="26"/>
                      <w:szCs w:val="26"/>
                    </w:rPr>
                    <w:t>solely</w:t>
                  </w:r>
                  <w:r>
                    <w:rPr>
                      <w:sz w:val="26"/>
                      <w:szCs w:val="26"/>
                    </w:rPr>
                    <w:t xml:space="preserve"> the historical/ biographical approach, failing to understand the writing’s concept.</w:t>
                  </w:r>
                </w:p>
              </w:txbxContent>
            </v:textbox>
            <w10:wrap anchory="page"/>
          </v:shape>
        </w:pict>
      </w:r>
      <w:r w:rsidR="00AD15AF" w:rsidRPr="009F49D3">
        <w:rPr>
          <w:noProof/>
          <w:color w:val="auto"/>
          <w:kern w:val="0"/>
          <w:sz w:val="24"/>
          <w:szCs w:val="24"/>
        </w:rPr>
        <w:pict>
          <v:shape id="_x0000_s1214" type="#_x0000_t202" style="position:absolute;margin-left:1003.8pt;margin-top:396.15pt;width:169.2pt;height:68.25pt;z-index:251684352;mso-wrap-distance-left:2.88pt;mso-wrap-distance-top:2.88pt;mso-wrap-distance-right:2.88pt;mso-wrap-distance-bottom:2.88pt;mso-position-horizontal-relative:text;mso-position-vertical-relative:page" o:regroupid="1" filled="f" fillcolor="#fffffe" stroked="f" strokecolor="#212120" insetpen="t" o:cliptowrap="t">
            <v:fill color2="#212120"/>
            <v:stroke color2="#fffffe">
              <o:left v:ext="view" color="#212120" color2="#fffffe" joinstyle="miter" insetpen="t"/>
              <o:top v:ext="view" color="#212120" color2="#fffffe" joinstyle="miter" insetpen="t"/>
              <o:right v:ext="view" color="#212120" color2="#fffffe" joinstyle="miter" insetpen="t"/>
              <o:bottom v:ext="view" color="#212120" color2="#fffffe" joinstyle="miter" insetpen="t"/>
              <o:column v:ext="view" color="#212120" color2="#fffffe"/>
            </v:stroke>
            <v:shadow color="#dcd6d4" color2="#dbd5d3 [rgb(219,213,211) cmyk(12.5,9.8,8.63,3.14)]"/>
            <v:textbox style="mso-next-textbox:#_x0000_s1214;mso-column-margin:5.76pt" inset="2.88pt,2.88pt,2.88pt,2.88pt">
              <w:txbxContent>
                <w:p w:rsidR="0044296D" w:rsidRPr="00AD15AF" w:rsidRDefault="0044296D" w:rsidP="00AD15AF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szCs w:val="18"/>
                    </w:rPr>
                  </w:pPr>
                  <w:r>
                    <w:rPr>
                      <w:sz w:val="26"/>
                      <w:szCs w:val="26"/>
                    </w:rPr>
                    <w:t>A reader cannot separate the text from its author</w:t>
                  </w:r>
                </w:p>
              </w:txbxContent>
            </v:textbox>
            <w10:wrap anchory="page"/>
          </v:shape>
        </w:pict>
      </w:r>
      <w:r w:rsidR="00AD15AF" w:rsidRPr="009F49D3">
        <w:rPr>
          <w:noProof/>
          <w:color w:val="auto"/>
          <w:kern w:val="0"/>
          <w:sz w:val="24"/>
          <w:szCs w:val="24"/>
        </w:rPr>
        <w:pict>
          <v:shape id="_x0000_s1217" type="#_x0000_t202" style="position:absolute;margin-left:821.4pt;margin-top:504.7pt;width:121.1pt;height:105.4pt;z-index:251687424;mso-wrap-distance-left:2.88pt;mso-wrap-distance-top:2.88pt;mso-wrap-distance-right:2.88pt;mso-wrap-distance-bottom:2.88pt;mso-position-horizontal-relative:text;mso-position-vertical-relative:page" o:regroupid="1" filled="f" fillcolor="#fffffe" stroked="f" strokecolor="#212120" insetpen="t" o:cliptowrap="t">
            <v:fill color2="#212120"/>
            <v:stroke color2="#fffffe">
              <o:left v:ext="view" color="#212120" color2="#fffffe" joinstyle="miter" insetpen="t"/>
              <o:top v:ext="view" color="#212120" color2="#fffffe" joinstyle="miter" insetpen="t"/>
              <o:right v:ext="view" color="#212120" color2="#fffffe" joinstyle="miter" insetpen="t"/>
              <o:bottom v:ext="view" color="#212120" color2="#fffffe" joinstyle="miter" insetpen="t"/>
              <o:column v:ext="view" color="#212120" color2="#fffffe"/>
            </v:stroke>
            <v:shadow color="#dcd6d4" color2="#dbd5d3 [rgb(219,213,211) cmyk(12.5,9.8,8.63,3.14)]"/>
            <v:textbox style="mso-column-margin:5.76pt" inset="2.88pt,2.88pt,2.88pt,2.88pt">
              <w:txbxContent>
                <w:p w:rsidR="0044296D" w:rsidRPr="00AD15AF" w:rsidRDefault="0044296D" w:rsidP="00AD15AF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A reader can place allusions present in the text in their proper classical, political, or </w:t>
                  </w:r>
                  <w:proofErr w:type="spellStart"/>
                  <w:r>
                    <w:rPr>
                      <w:sz w:val="26"/>
                      <w:szCs w:val="26"/>
                    </w:rPr>
                    <w:t>bibli</w:t>
                  </w:r>
                  <w:proofErr w:type="spellEnd"/>
                  <w:r>
                    <w:rPr>
                      <w:sz w:val="26"/>
                      <w:szCs w:val="26"/>
                    </w:rPr>
                    <w:t>-cal background.</w:t>
                  </w:r>
                </w:p>
              </w:txbxContent>
            </v:textbox>
            <w10:wrap anchory="page"/>
          </v:shape>
        </w:pict>
      </w:r>
      <w:r w:rsidR="00AD15AF" w:rsidRPr="009F49D3">
        <w:rPr>
          <w:noProof/>
          <w:color w:val="auto"/>
          <w:kern w:val="0"/>
          <w:sz w:val="24"/>
          <w:szCs w:val="24"/>
        </w:rPr>
        <w:pict>
          <v:shape id="_x0000_s1213" type="#_x0000_t202" style="position:absolute;margin-left:821.4pt;margin-top:396.15pt;width:169.2pt;height:108.55pt;z-index:251683328;mso-wrap-distance-left:2.88pt;mso-wrap-distance-top:2.88pt;mso-wrap-distance-right:2.88pt;mso-wrap-distance-bottom:2.88pt;mso-position-horizontal-relative:text;mso-position-vertical-relative:page" o:regroupid="1" filled="f" fillcolor="#fffffe" stroked="f" strokecolor="#212120" insetpen="t" o:cliptowrap="t">
            <v:fill color2="#212120"/>
            <v:stroke color2="#fffffe">
              <o:left v:ext="view" color="#212120" color2="#fffffe" joinstyle="miter" insetpen="t"/>
              <o:top v:ext="view" color="#212120" color2="#fffffe" joinstyle="miter" insetpen="t"/>
              <o:right v:ext="view" color="#212120" color2="#fffffe" joinstyle="miter" insetpen="t"/>
              <o:bottom v:ext="view" color="#212120" color2="#fffffe" joinstyle="miter" insetpen="t"/>
              <o:column v:ext="view" color="#212120" color2="#fffffe"/>
            </v:stroke>
            <v:shadow color="#dcd6d4" color2="#dbd5d3 [rgb(219,213,211) cmyk(12.5,9.8,8.63,3.14)]"/>
            <v:textbox style="mso-next-textbox:#_x0000_s1213;mso-column-margin:5.76pt" inset="2.88pt,2.88pt,2.88pt,2.88pt">
              <w:txbxContent>
                <w:p w:rsidR="0044296D" w:rsidRPr="00AD15AF" w:rsidRDefault="0044296D" w:rsidP="00AD15AF">
                  <w:pPr>
                    <w:pStyle w:val="ListParagraph"/>
                    <w:widowControl w:val="0"/>
                    <w:numPr>
                      <w:ilvl w:val="0"/>
                      <w:numId w:val="5"/>
                    </w:numPr>
                    <w:spacing w:line="280" w:lineRule="exact"/>
                    <w:jc w:val="both"/>
                    <w:rPr>
                      <w:sz w:val="26"/>
                      <w:szCs w:val="26"/>
                    </w:rPr>
                  </w:pPr>
                  <w:r w:rsidRPr="00AD15AF">
                    <w:rPr>
                      <w:sz w:val="26"/>
                      <w:szCs w:val="26"/>
                    </w:rPr>
                    <w:t xml:space="preserve">Military, social, economic, scientific, intellectual, </w:t>
                  </w:r>
                  <w:r>
                    <w:rPr>
                      <w:sz w:val="26"/>
                      <w:szCs w:val="26"/>
                    </w:rPr>
                    <w:t>and literary history knowledge can aid a reader in understanding the text</w:t>
                  </w:r>
                </w:p>
              </w:txbxContent>
            </v:textbox>
            <w10:wrap anchory="page"/>
          </v:shape>
        </w:pict>
      </w:r>
      <w:r w:rsidR="00AD15AF">
        <w:rPr>
          <w:noProof/>
          <w:lang w:eastAsia="zh-C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04" type="#_x0000_t32" style="position:absolute;margin-left:995.85pt;margin-top:607.7pt;width:.05pt;height:120.4pt;z-index:251840000;mso-position-horizontal-relative:text;mso-position-vertical-relative:text" o:connectortype="straight" strokeweight="2.5pt">
            <v:stroke dashstyle="1 1"/>
          </v:shape>
        </w:pict>
      </w:r>
      <w:r w:rsidR="00AD15AF">
        <w:rPr>
          <w:noProof/>
          <w:lang w:eastAsia="zh-CN"/>
        </w:rPr>
        <w:pict>
          <v:shape id="_x0000_s1303" type="#_x0000_t32" style="position:absolute;margin-left:995pt;margin-top:308.5pt;width:.85pt;height:166.15pt;z-index:251838976;mso-position-horizontal-relative:text;mso-position-vertical-relative:text" o:connectortype="straight" strokeweight="2.5pt">
            <v:stroke dashstyle="1 1"/>
          </v:shape>
        </w:pict>
      </w:r>
      <w:r w:rsidR="001D33E1">
        <w:rPr>
          <w:noProof/>
          <w:lang w:eastAsia="zh-CN"/>
        </w:rPr>
        <w:pict>
          <v:shape id="_x0000_s1302" type="#_x0000_t202" style="position:absolute;margin-left:1003.8pt;margin-top:308.1pt;width:164pt;height:32.45pt;z-index:251837952;mso-height-percent:200;mso-position-horizontal-relative:text;mso-position-vertical-relative:text;mso-height-percent:200;mso-width-relative:margin;mso-height-relative:margin">
            <v:textbox style="mso-fit-shape-to-text:t">
              <w:txbxContent>
                <w:p w:rsidR="0044296D" w:rsidRDefault="0044296D" w:rsidP="00AD15AF">
                  <w:pPr>
                    <w:jc w:val="center"/>
                  </w:pPr>
                  <w:r>
                    <w:rPr>
                      <w:rFonts w:ascii="Lucida Calligraphy" w:hAnsi="Lucida Calligraphy"/>
                      <w:sz w:val="36"/>
                      <w:szCs w:val="36"/>
                    </w:rPr>
                    <w:t>Disadvantages</w:t>
                  </w:r>
                </w:p>
              </w:txbxContent>
            </v:textbox>
          </v:shape>
        </w:pict>
      </w:r>
      <w:r w:rsidR="001D33E1">
        <w:rPr>
          <w:noProof/>
          <w:lang w:eastAsia="zh-TW"/>
        </w:rPr>
        <w:pict>
          <v:shape id="_x0000_s1301" type="#_x0000_t202" style="position:absolute;margin-left:821.4pt;margin-top:307.7pt;width:164pt;height:76.95pt;z-index:251836928;mso-height-percent:200;mso-position-horizontal-relative:text;mso-position-vertical-relative:text;mso-height-percent:200;mso-width-relative:margin;mso-height-relative:margin">
            <v:textbox style="mso-fit-shape-to-text:t">
              <w:txbxContent>
                <w:p w:rsidR="0044296D" w:rsidRDefault="0044296D" w:rsidP="00AD15AF">
                  <w:pPr>
                    <w:jc w:val="center"/>
                  </w:pPr>
                  <w:r>
                    <w:rPr>
                      <w:rFonts w:ascii="Lucida Calligraphy" w:hAnsi="Lucida Calligraphy"/>
                      <w:sz w:val="36"/>
                      <w:szCs w:val="36"/>
                    </w:rPr>
                    <w:t>Advantages</w:t>
                  </w:r>
                </w:p>
              </w:txbxContent>
            </v:textbox>
          </v:shape>
        </w:pict>
      </w:r>
      <w:r w:rsidR="001D33E1">
        <w:rPr>
          <w:noProof/>
          <w:lang w:eastAsia="zh-CN"/>
        </w:rPr>
        <w:drawing>
          <wp:anchor distT="36576" distB="36576" distL="36576" distR="36576" simplePos="0" relativeHeight="251809280" behindDoc="0" locked="0" layoutInCell="1" allowOverlap="1">
            <wp:simplePos x="0" y="0"/>
            <wp:positionH relativeFrom="column">
              <wp:posOffset>4840605</wp:posOffset>
            </wp:positionH>
            <wp:positionV relativeFrom="page">
              <wp:posOffset>5720080</wp:posOffset>
            </wp:positionV>
            <wp:extent cx="2713355" cy="690880"/>
            <wp:effectExtent l="19050" t="0" r="0" b="0"/>
            <wp:wrapNone/>
            <wp:docPr id="12" name="Picture 3" descr="RE9990301-IMG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9990301-IMG12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/>
                    <a:srcRect l="14326" t="38222" b="429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3355" cy="69088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CA3FF0">
        <w:rPr>
          <w:noProof/>
          <w:lang w:eastAsia="zh-TW"/>
        </w:rPr>
        <w:pict>
          <v:shape id="_x0000_s1300" type="#_x0000_t202" style="position:absolute;margin-left:385pt;margin-top:219.75pt;width:204.8pt;height:200.9pt;z-index:251834880;mso-position-horizontal-relative:text;mso-position-vertical-relative:text;mso-width-relative:margin;mso-height-relative:margin" filled="f" stroked="f">
            <v:textbox>
              <w:txbxContent>
                <w:p w:rsidR="0044296D" w:rsidRPr="00CA3FF0" w:rsidRDefault="0044296D" w:rsidP="00A259EF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sz w:val="30"/>
                      <w:szCs w:val="30"/>
                    </w:rPr>
                  </w:pPr>
                  <w:r>
                    <w:rPr>
                      <w:b/>
                      <w:sz w:val="30"/>
                      <w:szCs w:val="30"/>
                    </w:rPr>
                    <w:t>Pushing Daises</w:t>
                  </w:r>
                  <w:r>
                    <w:rPr>
                      <w:sz w:val="30"/>
                      <w:szCs w:val="30"/>
                    </w:rPr>
                    <w:t xml:space="preserve"> </w:t>
                  </w:r>
                  <w:r>
                    <w:rPr>
                      <w:i/>
                      <w:sz w:val="22"/>
                      <w:szCs w:val="22"/>
                    </w:rPr>
                    <w:t>uses a magnitude of allusions and references in context, making viewing the program difficult to comprehend</w:t>
                  </w:r>
                </w:p>
                <w:p w:rsidR="0044296D" w:rsidRPr="00CA3FF0" w:rsidRDefault="0044296D" w:rsidP="00A259EF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sz w:val="30"/>
                      <w:szCs w:val="30"/>
                    </w:rPr>
                  </w:pPr>
                  <w:r>
                    <w:rPr>
                      <w:b/>
                      <w:sz w:val="30"/>
                      <w:szCs w:val="30"/>
                    </w:rPr>
                    <w:t xml:space="preserve">Gilmore Girls </w:t>
                  </w:r>
                  <w:proofErr w:type="spellStart"/>
                  <w:r>
                    <w:rPr>
                      <w:i/>
                      <w:sz w:val="22"/>
                      <w:szCs w:val="22"/>
                    </w:rPr>
                    <w:t>Lorelai</w:t>
                  </w:r>
                  <w:proofErr w:type="spellEnd"/>
                  <w:r>
                    <w:rPr>
                      <w:i/>
                      <w:sz w:val="22"/>
                      <w:szCs w:val="22"/>
                    </w:rPr>
                    <w:t xml:space="preserve"> and Rory are both movie fanatics and share many media references. Rory also shares several literary “puns” with her boyfriends, Jess and Logan.</w:t>
                  </w:r>
                </w:p>
                <w:p w:rsidR="0044296D" w:rsidRPr="00CA3FF0" w:rsidRDefault="0044296D" w:rsidP="00A259EF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sz w:val="30"/>
                      <w:szCs w:val="30"/>
                    </w:rPr>
                  </w:pPr>
                  <w:r>
                    <w:rPr>
                      <w:b/>
                      <w:sz w:val="30"/>
                      <w:szCs w:val="30"/>
                    </w:rPr>
                    <w:t xml:space="preserve">World News </w:t>
                  </w:r>
                  <w:r>
                    <w:rPr>
                      <w:i/>
                      <w:sz w:val="22"/>
                      <w:szCs w:val="22"/>
                    </w:rPr>
                    <w:t>it’s always helpful to be aware of historical issues when watching the news to make connections.</w:t>
                  </w:r>
                </w:p>
                <w:p w:rsidR="0044296D" w:rsidRPr="00A259EF" w:rsidRDefault="0044296D" w:rsidP="00A259EF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sz w:val="30"/>
                      <w:szCs w:val="30"/>
                    </w:rPr>
                  </w:pPr>
                  <w:r>
                    <w:rPr>
                      <w:b/>
                      <w:sz w:val="30"/>
                      <w:szCs w:val="30"/>
                    </w:rPr>
                    <w:t>English class!</w:t>
                  </w:r>
                </w:p>
              </w:txbxContent>
            </v:textbox>
          </v:shape>
        </w:pict>
      </w:r>
      <w:r w:rsidR="00A259EF">
        <w:rPr>
          <w:noProof/>
          <w:lang w:eastAsia="zh-CN"/>
        </w:rPr>
        <w:pict>
          <v:shape id="_x0000_s1299" type="#_x0000_t202" style="position:absolute;margin-left:385pt;margin-top:186.65pt;width:204.8pt;height:24.15pt;z-index:251832832;mso-position-horizontal-relative:text;mso-position-vertical-relative:text" filled="f" strokecolor="#95b3d7 [1940]" strokeweight="2.25pt">
            <v:stroke dashstyle="1 1" endcap="round"/>
            <v:textbox>
              <w:txbxContent>
                <w:p w:rsidR="0044296D" w:rsidRPr="00A259EF" w:rsidRDefault="0044296D" w:rsidP="00A259EF">
                  <w:pPr>
                    <w:jc w:val="center"/>
                    <w:rPr>
                      <w:rFonts w:ascii="Arial" w:hAnsi="Arial" w:cs="Arial"/>
                      <w:b/>
                      <w:i/>
                      <w:color w:val="948A54" w:themeColor="background2" w:themeShade="80"/>
                      <w:sz w:val="32"/>
                      <w:szCs w:val="32"/>
                    </w:rPr>
                  </w:pPr>
                  <w:proofErr w:type="gramStart"/>
                  <w:r w:rsidRPr="00A259EF">
                    <w:rPr>
                      <w:rFonts w:ascii="Arial" w:hAnsi="Arial" w:cs="Arial"/>
                      <w:b/>
                      <w:i/>
                      <w:color w:val="948A54" w:themeColor="background2" w:themeShade="80"/>
                      <w:sz w:val="32"/>
                      <w:szCs w:val="32"/>
                    </w:rPr>
                    <w:t>real</w:t>
                  </w:r>
                  <w:proofErr w:type="gramEnd"/>
                  <w:r w:rsidRPr="00A259EF">
                    <w:rPr>
                      <w:rFonts w:ascii="Arial" w:hAnsi="Arial" w:cs="Arial"/>
                      <w:b/>
                      <w:i/>
                      <w:color w:val="948A54" w:themeColor="background2" w:themeShade="80"/>
                      <w:sz w:val="32"/>
                      <w:szCs w:val="32"/>
                    </w:rPr>
                    <w:t xml:space="preserve"> life</w:t>
                  </w:r>
                </w:p>
              </w:txbxContent>
            </v:textbox>
          </v:shape>
        </w:pict>
      </w:r>
      <w:r w:rsidR="00A259EF">
        <w:rPr>
          <w:noProof/>
          <w:lang w:eastAsia="zh-CN"/>
        </w:rPr>
        <w:drawing>
          <wp:anchor distT="0" distB="0" distL="114300" distR="114300" simplePos="0" relativeHeight="251831808" behindDoc="0" locked="0" layoutInCell="1" allowOverlap="1">
            <wp:simplePos x="0" y="0"/>
            <wp:positionH relativeFrom="column">
              <wp:posOffset>11996420</wp:posOffset>
            </wp:positionH>
            <wp:positionV relativeFrom="paragraph">
              <wp:posOffset>6142990</wp:posOffset>
            </wp:positionV>
            <wp:extent cx="1320165" cy="1509395"/>
            <wp:effectExtent l="19050" t="0" r="0" b="0"/>
            <wp:wrapSquare wrapText="bothSides"/>
            <wp:docPr id="10" name="Picture 5" descr="http://paxarcana.files.wordpress.com/2008/07/quill-p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paxarcana.files.wordpress.com/2008/07/quill-pen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165" cy="1509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259EF">
        <w:rPr>
          <w:noProof/>
          <w:lang w:eastAsia="zh-TW"/>
        </w:rPr>
        <w:pict>
          <v:shape id="_x0000_s1277" type="#_x0000_t202" style="position:absolute;margin-left:45.55pt;margin-top:366.65pt;width:304.65pt;height:355.1pt;z-index:251811328;mso-position-horizontal-relative:text;mso-position-vertical-relative:text;mso-width-relative:margin;mso-height-relative:margin">
            <v:textbox>
              <w:txbxContent>
                <w:p w:rsidR="0044296D" w:rsidRPr="008A6929" w:rsidRDefault="0044296D" w:rsidP="00D23DDB">
                  <w:pPr>
                    <w:rPr>
                      <w:color w:val="auto"/>
                      <w:sz w:val="24"/>
                      <w:szCs w:val="24"/>
                    </w:rPr>
                  </w:pPr>
                  <w:r>
                    <w:rPr>
                      <w:b/>
                      <w:i/>
                      <w:color w:val="365F91" w:themeColor="accent1" w:themeShade="BF"/>
                      <w:sz w:val="28"/>
                      <w:szCs w:val="28"/>
                    </w:rPr>
                    <w:t xml:space="preserve">The Adventures of Huckleberry Finn </w:t>
                  </w:r>
                  <w:r w:rsidRPr="008A6929">
                    <w:rPr>
                      <w:color w:val="auto"/>
                      <w:sz w:val="24"/>
                      <w:szCs w:val="24"/>
                    </w:rPr>
                    <w:t xml:space="preserve">a reader must analyze how racism and slavery were perceived in the 1830’s and recognize Jim’s role as “inhuman” and also  </w:t>
                  </w:r>
                </w:p>
                <w:p w:rsidR="0044296D" w:rsidRPr="00F307DF" w:rsidRDefault="0044296D" w:rsidP="00D23DDB">
                  <w:pPr>
                    <w:rPr>
                      <w:color w:val="365F91" w:themeColor="accent1" w:themeShade="BF"/>
                      <w:sz w:val="24"/>
                      <w:szCs w:val="24"/>
                    </w:rPr>
                  </w:pPr>
                  <w:r>
                    <w:rPr>
                      <w:b/>
                      <w:i/>
                      <w:color w:val="365F91" w:themeColor="accent1" w:themeShade="BF"/>
                      <w:sz w:val="28"/>
                      <w:szCs w:val="28"/>
                    </w:rPr>
                    <w:t xml:space="preserve">The Crucible </w:t>
                  </w:r>
                  <w:r w:rsidRPr="00F307DF">
                    <w:rPr>
                      <w:color w:val="auto"/>
                      <w:sz w:val="24"/>
                      <w:szCs w:val="24"/>
                    </w:rPr>
                    <w:t>takes place during the era of the Salem Witch Trials and a reader must understand primarily the hysteria of the time period to comprehend the play.</w:t>
                  </w:r>
                </w:p>
                <w:p w:rsidR="0044296D" w:rsidRPr="00F307DF" w:rsidRDefault="0044296D" w:rsidP="00D23DDB">
                  <w:pPr>
                    <w:rPr>
                      <w:color w:val="365F91" w:themeColor="accent1" w:themeShade="BF"/>
                      <w:sz w:val="24"/>
                      <w:szCs w:val="24"/>
                    </w:rPr>
                  </w:pPr>
                  <w:r>
                    <w:rPr>
                      <w:b/>
                      <w:i/>
                      <w:color w:val="365F91" w:themeColor="accent1" w:themeShade="BF"/>
                      <w:sz w:val="28"/>
                      <w:szCs w:val="28"/>
                    </w:rPr>
                    <w:t xml:space="preserve">The Pedagogy of the Oppressed </w:t>
                  </w:r>
                  <w:r w:rsidRPr="00F307DF">
                    <w:rPr>
                      <w:color w:val="auto"/>
                      <w:sz w:val="24"/>
                      <w:szCs w:val="24"/>
                    </w:rPr>
                    <w:t>Paulo Freire wrote for educative reform for Brazil in the 1970’s. A reader must acknowled</w:t>
                  </w:r>
                  <w:r>
                    <w:rPr>
                      <w:color w:val="auto"/>
                      <w:sz w:val="24"/>
                      <w:szCs w:val="24"/>
                    </w:rPr>
                    <w:t xml:space="preserve">ge this and look past their </w:t>
                  </w:r>
                  <w:r w:rsidRPr="00F307DF">
                    <w:rPr>
                      <w:color w:val="auto"/>
                      <w:sz w:val="24"/>
                      <w:szCs w:val="24"/>
                    </w:rPr>
                    <w:t>experiences with education and adapt a new perspective.</w:t>
                  </w:r>
                </w:p>
                <w:p w:rsidR="0044296D" w:rsidRPr="00EE52CA" w:rsidRDefault="0044296D" w:rsidP="00D23DDB">
                  <w:pPr>
                    <w:rPr>
                      <w:color w:val="auto"/>
                      <w:sz w:val="24"/>
                      <w:szCs w:val="24"/>
                    </w:rPr>
                  </w:pPr>
                  <w:r>
                    <w:rPr>
                      <w:b/>
                      <w:i/>
                      <w:color w:val="365F91" w:themeColor="accent1" w:themeShade="BF"/>
                      <w:sz w:val="28"/>
                      <w:szCs w:val="28"/>
                    </w:rPr>
                    <w:t xml:space="preserve">To Kill a Mockingbird </w:t>
                  </w:r>
                  <w:r w:rsidRPr="00EE52CA">
                    <w:rPr>
                      <w:color w:val="auto"/>
                      <w:sz w:val="24"/>
                      <w:szCs w:val="24"/>
                    </w:rPr>
                    <w:t>slavery and racism were obviously prevalent during this time period so a reader must perceive Tom Robinson as “inhuman” to understand the Southern perspective of blacks.</w:t>
                  </w:r>
                </w:p>
                <w:p w:rsidR="0044296D" w:rsidRPr="00EE52CA" w:rsidRDefault="0044296D" w:rsidP="00D23DDB">
                  <w:pPr>
                    <w:rPr>
                      <w:color w:val="365F91" w:themeColor="accent1" w:themeShade="BF"/>
                      <w:sz w:val="24"/>
                      <w:szCs w:val="24"/>
                    </w:rPr>
                  </w:pPr>
                  <w:r>
                    <w:rPr>
                      <w:b/>
                      <w:i/>
                      <w:color w:val="365F91" w:themeColor="accent1" w:themeShade="BF"/>
                      <w:sz w:val="28"/>
                      <w:szCs w:val="28"/>
                    </w:rPr>
                    <w:t xml:space="preserve">A Thousand Splendid Suns </w:t>
                  </w:r>
                  <w:r w:rsidRPr="00EE52CA">
                    <w:rPr>
                      <w:color w:val="auto"/>
                      <w:sz w:val="24"/>
                      <w:szCs w:val="24"/>
                    </w:rPr>
                    <w:t>to understand the inequality amongst women and men in Afghanistan a reader must be aware of the Taliban beliefs</w:t>
                  </w:r>
                </w:p>
                <w:p w:rsidR="0044296D" w:rsidRPr="00EE52CA" w:rsidRDefault="0044296D" w:rsidP="00D23DDB">
                  <w:pPr>
                    <w:rPr>
                      <w:color w:val="365F91" w:themeColor="accent1" w:themeShade="BF"/>
                      <w:sz w:val="24"/>
                      <w:szCs w:val="24"/>
                    </w:rPr>
                  </w:pPr>
                  <w:r>
                    <w:rPr>
                      <w:b/>
                      <w:i/>
                      <w:color w:val="365F91" w:themeColor="accent1" w:themeShade="BF"/>
                      <w:sz w:val="28"/>
                      <w:szCs w:val="28"/>
                    </w:rPr>
                    <w:t xml:space="preserve">George Bush’s Fifth Anniversary 9/11 Speech </w:t>
                  </w:r>
                  <w:r w:rsidRPr="00F64E3D">
                    <w:rPr>
                      <w:color w:val="auto"/>
                      <w:sz w:val="24"/>
                      <w:szCs w:val="24"/>
                    </w:rPr>
                    <w:t>because perspectives of tragedies change yearly, the fifth anniversary of Sept. 11</w:t>
                  </w:r>
                  <w:r w:rsidRPr="00F64E3D">
                    <w:rPr>
                      <w:color w:val="auto"/>
                      <w:sz w:val="24"/>
                      <w:szCs w:val="24"/>
                      <w:vertAlign w:val="superscript"/>
                    </w:rPr>
                    <w:t>th</w:t>
                  </w:r>
                  <w:r w:rsidRPr="00F64E3D">
                    <w:rPr>
                      <w:color w:val="auto"/>
                      <w:sz w:val="24"/>
                      <w:szCs w:val="24"/>
                    </w:rPr>
                    <w:t xml:space="preserve"> was less emotional and more concerned with efforts to stop terrorism</w:t>
                  </w:r>
                </w:p>
                <w:p w:rsidR="0044296D" w:rsidRPr="00F64E3D" w:rsidRDefault="0044296D" w:rsidP="00D23DDB">
                  <w:pPr>
                    <w:rPr>
                      <w:color w:val="365F91" w:themeColor="accent1" w:themeShade="BF"/>
                      <w:sz w:val="24"/>
                      <w:szCs w:val="24"/>
                    </w:rPr>
                  </w:pPr>
                  <w:r>
                    <w:rPr>
                      <w:b/>
                      <w:i/>
                      <w:color w:val="365F91" w:themeColor="accent1" w:themeShade="BF"/>
                      <w:sz w:val="28"/>
                      <w:szCs w:val="28"/>
                    </w:rPr>
                    <w:t xml:space="preserve">The Scarlet Letter </w:t>
                  </w:r>
                  <w:r w:rsidRPr="00A259EF">
                    <w:rPr>
                      <w:color w:val="auto"/>
                      <w:sz w:val="24"/>
                      <w:szCs w:val="24"/>
                    </w:rPr>
                    <w:t>a reader must understand that adultery was a highly offensive sin and was punished beyond modern standards</w:t>
                  </w:r>
                </w:p>
              </w:txbxContent>
            </v:textbox>
          </v:shape>
        </w:pict>
      </w:r>
      <w:r w:rsidR="00F64E3D">
        <w:rPr>
          <w:noProof/>
          <w:lang w:eastAsia="zh-CN"/>
        </w:rPr>
        <w:pict>
          <v:rect id="_x0000_s1296" style="position:absolute;margin-left:138.85pt;margin-top:326.8pt;width:41.1pt;height:41.7pt;z-index:251828736;mso-wrap-distance-left:2.88pt;mso-wrap-distance-top:2.88pt;mso-wrap-distance-right:2.88pt;mso-wrap-distance-bottom:2.88pt;mso-position-horizontal-relative:text;mso-position-vertical-relative:page" fillcolor="#b9ae4c [rgb(185,174,76) ink(6,255)]" stroked="f" strokecolor="#212120" insetpen="t" o:cliptowrap="t">
            <v:fill color2="#212120"/>
            <v:stroke color2="#fffffe">
              <o:left v:ext="view" color="#212120" color2="#fffffe"/>
              <o:top v:ext="view" color="#212120" color2="#fffffe"/>
              <o:right v:ext="view" color="#212120" color2="#fffffe"/>
              <o:bottom v:ext="view" color="#212120" color2="#fffffe"/>
              <o:column v:ext="view" color="#212120" color2="#fffffe"/>
            </v:stroke>
            <v:shadow color="#dcd6d4" color2="#dbd5d3 [rgb(219,213,211) cmyk(12.5,9.8,8.63,3.14)]"/>
            <v:textbox inset="2.88pt,2.88pt,2.88pt,2.88pt"/>
            <w10:wrap anchory="page"/>
          </v:rect>
        </w:pict>
      </w:r>
      <w:r w:rsidR="00F64E3D">
        <w:rPr>
          <w:noProof/>
          <w:lang w:eastAsia="zh-CN"/>
        </w:rPr>
        <w:pict>
          <v:rect id="_x0000_s1298" style="position:absolute;margin-left:92.6pt;margin-top:326.8pt;width:41.1pt;height:41.7pt;z-index:251830784;mso-wrap-distance-left:2.88pt;mso-wrap-distance-top:2.88pt;mso-wrap-distance-right:2.88pt;mso-wrap-distance-bottom:2.88pt;mso-position-horizontal-relative:text;mso-position-vertical-relative:page" fillcolor="#e5dece [rgb(229,222,206) ink(2,255)]" stroked="f" strokecolor="#212120" insetpen="t" o:cliptowrap="t">
            <v:fill color2="#212120"/>
            <v:stroke color2="#fffffe">
              <o:left v:ext="view" color="#212120" color2="#fffffe"/>
              <o:top v:ext="view" color="#212120" color2="#fffffe"/>
              <o:right v:ext="view" color="#212120" color2="#fffffe"/>
              <o:bottom v:ext="view" color="#212120" color2="#fffffe"/>
              <o:column v:ext="view" color="#212120" color2="#fffffe"/>
            </v:stroke>
            <v:shadow color="#dcd6d4" color2="#dbd5d3 [rgb(219,213,211) cmyk(12.5,9.8,8.63,3.14)]"/>
            <v:textbox inset="2.88pt,2.88pt,2.88pt,2.88pt"/>
            <w10:wrap anchory="page"/>
          </v:rect>
        </w:pict>
      </w:r>
      <w:r w:rsidR="00F64E3D">
        <w:rPr>
          <w:noProof/>
          <w:lang w:eastAsia="zh-CN"/>
        </w:rPr>
        <w:pict>
          <v:rect id="_x0000_s1297" style="position:absolute;margin-left:46.4pt;margin-top:326.8pt;width:41.1pt;height:41.7pt;z-index:251829760;mso-wrap-distance-left:2.88pt;mso-wrap-distance-top:2.88pt;mso-wrap-distance-right:2.88pt;mso-wrap-distance-bottom:2.88pt;mso-position-horizontal-relative:text;mso-position-vertical-relative:page" fillcolor="#73624a [rgb(115,98,74) ink(8,255)]" stroked="f" strokecolor="#212120" insetpen="t" o:cliptowrap="t">
            <v:fill color2="#212120"/>
            <v:stroke color2="#fffffe">
              <o:left v:ext="view" color="#212120" color2="#fffffe"/>
              <o:top v:ext="view" color="#212120" color2="#fffffe"/>
              <o:right v:ext="view" color="#212120" color2="#fffffe"/>
              <o:bottom v:ext="view" color="#212120" color2="#fffffe"/>
              <o:column v:ext="view" color="#212120" color2="#fffffe"/>
            </v:stroke>
            <v:shadow color="#dcd6d4" color2="#dbd5d3 [rgb(219,213,211) cmyk(12.5,9.8,8.63,3.14)]"/>
            <v:textbox inset="2.88pt,2.88pt,2.88pt,2.88pt"/>
            <w10:wrap anchory="page"/>
          </v:rect>
        </w:pict>
      </w:r>
      <w:r w:rsidR="00F64E3D">
        <w:rPr>
          <w:noProof/>
          <w:lang w:eastAsia="zh-CN"/>
        </w:rPr>
        <w:pict>
          <v:rect id="_x0000_s1293" style="position:absolute;margin-left:.65pt;margin-top:731.95pt;width:18pt;height:18pt;z-index:251825664;mso-wrap-distance-left:2.88pt;mso-wrap-distance-top:2.88pt;mso-wrap-distance-right:2.88pt;mso-wrap-distance-bottom:2.88pt;mso-position-horizontal-relative:text;mso-position-vertical-relative:page" fillcolor="#be783b [rgb(190,120,59) ink(5,255)]" stroked="f" strokecolor="#212120" insetpen="t" o:cliptowrap="t">
            <v:fill color2="#212120"/>
            <v:stroke color2="#fffffe">
              <o:left v:ext="view" color="#212120" color2="#fffffe"/>
              <o:top v:ext="view" color="#212120" color2="#fffffe"/>
              <o:right v:ext="view" color="#212120" color2="#fffffe"/>
              <o:bottom v:ext="view" color="#212120" color2="#fffffe"/>
              <o:column v:ext="view" color="#212120" color2="#fffffe"/>
            </v:stroke>
            <v:shadow color="#dcd6d4" color2="#dbd5d3 [rgb(219,213,211) cmyk(12.5,9.8,8.63,3.14)]"/>
            <v:textbox inset="2.88pt,2.88pt,2.88pt,2.88pt"/>
            <w10:wrap anchory="page"/>
          </v:rect>
        </w:pict>
      </w:r>
      <w:r w:rsidR="00F64E3D">
        <w:rPr>
          <w:noProof/>
          <w:lang w:eastAsia="zh-CN"/>
        </w:rPr>
        <w:pict>
          <v:rect id="_x0000_s1291" style="position:absolute;margin-left:.65pt;margin-top:712.6pt;width:18pt;height:18pt;z-index:251823616;mso-wrap-distance-left:2.88pt;mso-wrap-distance-top:2.88pt;mso-wrap-distance-right:2.88pt;mso-wrap-distance-bottom:2.88pt;mso-position-horizontal-relative:text;mso-position-vertical-relative:page" fillcolor="#73624a [rgb(115,98,74) ink(8,255)]" stroked="f" strokecolor="#212120" insetpen="t" o:cliptowrap="t">
            <v:fill color2="#212120"/>
            <v:stroke color2="#fffffe">
              <o:left v:ext="view" color="#212120" color2="#fffffe"/>
              <o:top v:ext="view" color="#212120" color2="#fffffe"/>
              <o:right v:ext="view" color="#212120" color2="#fffffe"/>
              <o:bottom v:ext="view" color="#212120" color2="#fffffe"/>
              <o:column v:ext="view" color="#212120" color2="#fffffe"/>
            </v:stroke>
            <v:shadow color="#dcd6d4" color2="#dbd5d3 [rgb(219,213,211) cmyk(12.5,9.8,8.63,3.14)]"/>
            <v:textbox inset="2.88pt,2.88pt,2.88pt,2.88pt"/>
            <w10:wrap anchory="page"/>
          </v:rect>
        </w:pict>
      </w:r>
      <w:r w:rsidR="00F64E3D">
        <w:rPr>
          <w:noProof/>
          <w:lang w:eastAsia="zh-CN"/>
        </w:rPr>
        <w:pict>
          <v:rect id="_x0000_s1290" style="position:absolute;margin-left:.65pt;margin-top:693.75pt;width:18pt;height:18pt;z-index:251822592;mso-wrap-distance-left:2.88pt;mso-wrap-distance-top:2.88pt;mso-wrap-distance-right:2.88pt;mso-wrap-distance-bottom:2.88pt;mso-position-horizontal-relative:text;mso-position-vertical-relative:page" fillcolor="#b9ae4c [rgb(185,174,76) ink(6,255)]" stroked="f" strokecolor="#212120" insetpen="t" o:cliptowrap="t">
            <v:fill color2="#212120"/>
            <v:stroke color2="#fffffe">
              <o:left v:ext="view" color="#212120" color2="#fffffe"/>
              <o:top v:ext="view" color="#212120" color2="#fffffe"/>
              <o:right v:ext="view" color="#212120" color2="#fffffe"/>
              <o:bottom v:ext="view" color="#212120" color2="#fffffe"/>
              <o:column v:ext="view" color="#212120" color2="#fffffe"/>
            </v:stroke>
            <v:shadow color="#dcd6d4" color2="#dbd5d3 [rgb(219,213,211) cmyk(12.5,9.8,8.63,3.14)]"/>
            <v:textbox inset="2.88pt,2.88pt,2.88pt,2.88pt"/>
            <w10:wrap anchory="page"/>
          </v:rect>
        </w:pict>
      </w:r>
      <w:r w:rsidR="00F64E3D">
        <w:rPr>
          <w:noProof/>
        </w:rPr>
        <w:pict>
          <v:rect id="_x0000_s1288" style="position:absolute;margin-left:.65pt;margin-top:674.9pt;width:18pt;height:18pt;z-index:251821568;mso-wrap-distance-left:2.88pt;mso-wrap-distance-top:2.88pt;mso-wrap-distance-right:2.88pt;mso-wrap-distance-bottom:2.88pt;mso-position-horizontal-relative:text;mso-position-vertical-relative:page" fillcolor="#a49481 [rgb(164,148,129) ink(1,255)]" stroked="f" strokecolor="#212120" insetpen="t" o:cliptowrap="t">
            <v:fill color2="#212120"/>
            <v:stroke color2="#fffffe">
              <o:left v:ext="view" color="#212120" color2="#fffffe"/>
              <o:top v:ext="view" color="#212120" color2="#fffffe"/>
              <o:right v:ext="view" color="#212120" color2="#fffffe"/>
              <o:bottom v:ext="view" color="#212120" color2="#fffffe"/>
              <o:column v:ext="view" color="#212120" color2="#fffffe"/>
            </v:stroke>
            <v:shadow color="#dcd6d4" color2="#dbd5d3 [rgb(219,213,211) cmyk(12.5,9.8,8.63,3.14)]"/>
            <v:textbox inset="2.88pt,2.88pt,2.88pt,2.88pt"/>
            <w10:wrap anchory="page"/>
          </v:rect>
        </w:pict>
      </w:r>
      <w:r w:rsidR="00F64E3D">
        <w:rPr>
          <w:noProof/>
        </w:rPr>
        <w:pict>
          <v:rect id="_x0000_s1287" style="position:absolute;margin-left:.65pt;margin-top:656.05pt;width:18pt;height:18pt;z-index:251820544;mso-wrap-distance-left:2.88pt;mso-wrap-distance-top:2.88pt;mso-wrap-distance-right:2.88pt;mso-wrap-distance-bottom:2.88pt;mso-position-horizontal-relative:text;mso-position-vertical-relative:page" fillcolor="#e5dece [rgb(229,222,206) ink(2,255)]" stroked="f" strokecolor="#212120" insetpen="t" o:cliptowrap="t">
            <v:fill color2="#212120"/>
            <v:stroke color2="#fffffe">
              <o:left v:ext="view" color="#212120" color2="#fffffe"/>
              <o:top v:ext="view" color="#212120" color2="#fffffe"/>
              <o:right v:ext="view" color="#212120" color2="#fffffe"/>
              <o:bottom v:ext="view" color="#212120" color2="#fffffe"/>
              <o:column v:ext="view" color="#212120" color2="#fffffe"/>
            </v:stroke>
            <v:shadow color="#dcd6d4" color2="#dbd5d3 [rgb(219,213,211) cmyk(12.5,9.8,8.63,3.14)]"/>
            <v:textbox inset="2.88pt,2.88pt,2.88pt,2.88pt"/>
            <w10:wrap anchory="page"/>
          </v:rect>
        </w:pict>
      </w:r>
      <w:r w:rsidR="00F64E3D">
        <w:rPr>
          <w:noProof/>
        </w:rPr>
        <w:pict>
          <v:rect id="_x0000_s1286" style="position:absolute;margin-left:.65pt;margin-top:637.2pt;width:18pt;height:18pt;z-index:251819520;mso-wrap-distance-left:2.88pt;mso-wrap-distance-top:2.88pt;mso-wrap-distance-right:2.88pt;mso-wrap-distance-bottom:2.88pt;mso-position-horizontal-relative:text;mso-position-vertical-relative:page" fillcolor="#73624a [rgb(115,98,74) ink(8,255)]" stroked="f" strokecolor="#212120" insetpen="t" o:cliptowrap="t">
            <v:fill color2="#212120"/>
            <v:stroke color2="#fffffe">
              <o:left v:ext="view" color="#212120" color2="#fffffe"/>
              <o:top v:ext="view" color="#212120" color2="#fffffe"/>
              <o:right v:ext="view" color="#212120" color2="#fffffe"/>
              <o:bottom v:ext="view" color="#212120" color2="#fffffe"/>
              <o:column v:ext="view" color="#212120" color2="#fffffe"/>
            </v:stroke>
            <v:shadow color="#dcd6d4" color2="#dbd5d3 [rgb(219,213,211) cmyk(12.5,9.8,8.63,3.14)]"/>
            <v:textbox inset="2.88pt,2.88pt,2.88pt,2.88pt"/>
            <w10:wrap anchory="page"/>
          </v:rect>
        </w:pict>
      </w:r>
      <w:r w:rsidR="00F64E3D">
        <w:rPr>
          <w:noProof/>
        </w:rPr>
        <w:pict>
          <v:rect id="_x0000_s1285" style="position:absolute;margin-left:.65pt;margin-top:618.35pt;width:18pt;height:18pt;z-index:251818496;mso-wrap-distance-left:2.88pt;mso-wrap-distance-top:2.88pt;mso-wrap-distance-right:2.88pt;mso-wrap-distance-bottom:2.88pt;mso-position-horizontal-relative:text;mso-position-vertical-relative:page" fillcolor="#be783b [rgb(190,120,59) ink(5,255)]" stroked="f" strokecolor="#212120" insetpen="t" o:cliptowrap="t">
            <v:fill color2="#212120"/>
            <v:stroke color2="#fffffe">
              <o:left v:ext="view" color="#212120" color2="#fffffe"/>
              <o:top v:ext="view" color="#212120" color2="#fffffe"/>
              <o:right v:ext="view" color="#212120" color2="#fffffe"/>
              <o:bottom v:ext="view" color="#212120" color2="#fffffe"/>
              <o:column v:ext="view" color="#212120" color2="#fffffe"/>
            </v:stroke>
            <v:shadow color="#dcd6d4" color2="#dbd5d3 [rgb(219,213,211) cmyk(12.5,9.8,8.63,3.14)]"/>
            <v:textbox inset="2.88pt,2.88pt,2.88pt,2.88pt"/>
            <w10:wrap anchory="page"/>
          </v:rect>
        </w:pict>
      </w:r>
      <w:r w:rsidR="00F64E3D">
        <w:rPr>
          <w:noProof/>
        </w:rPr>
        <w:pict>
          <v:rect id="_x0000_s1283" style="position:absolute;margin-left:.65pt;margin-top:598.95pt;width:18pt;height:18pt;z-index:251817472;mso-wrap-distance-left:2.88pt;mso-wrap-distance-top:2.88pt;mso-wrap-distance-right:2.88pt;mso-wrap-distance-bottom:2.88pt;mso-position-horizontal-relative:text;mso-position-vertical-relative:page" fillcolor="#aa973b [rgb(170,151,59) ink(3,255)]" stroked="f" strokecolor="#212120" insetpen="t" o:cliptowrap="t">
            <v:fill color2="#212120"/>
            <v:stroke color2="#fffffe">
              <o:left v:ext="view" color="#212120" color2="#fffffe"/>
              <o:top v:ext="view" color="#212120" color2="#fffffe"/>
              <o:right v:ext="view" color="#212120" color2="#fffffe"/>
              <o:bottom v:ext="view" color="#212120" color2="#fffffe"/>
              <o:column v:ext="view" color="#212120" color2="#fffffe"/>
            </v:stroke>
            <v:shadow color="#dcd6d4" color2="#dbd5d3 [rgb(219,213,211) cmyk(12.5,9.8,8.63,3.14)]"/>
            <v:textbox inset="2.88pt,2.88pt,2.88pt,2.88pt"/>
            <w10:wrap anchory="page"/>
          </v:rect>
        </w:pict>
      </w:r>
      <w:r w:rsidR="00F64E3D">
        <w:rPr>
          <w:noProof/>
        </w:rPr>
        <w:pict>
          <v:rect id="_x0000_s1282" style="position:absolute;margin-left:.65pt;margin-top:580.1pt;width:18pt;height:18pt;z-index:251816448;mso-wrap-distance-left:2.88pt;mso-wrap-distance-top:2.88pt;mso-wrap-distance-right:2.88pt;mso-wrap-distance-bottom:2.88pt;mso-position-horizontal-relative:text;mso-position-vertical-relative:page" fillcolor="#a49481 [rgb(164,148,129) ink(1,255)]" stroked="f" strokecolor="#212120" insetpen="t" o:cliptowrap="t">
            <v:fill color2="#212120"/>
            <v:stroke color2="#fffffe">
              <o:left v:ext="view" color="#212120" color2="#fffffe"/>
              <o:top v:ext="view" color="#212120" color2="#fffffe"/>
              <o:right v:ext="view" color="#212120" color2="#fffffe"/>
              <o:bottom v:ext="view" color="#212120" color2="#fffffe"/>
              <o:column v:ext="view" color="#212120" color2="#fffffe"/>
            </v:stroke>
            <v:shadow color="#dcd6d4" color2="#dbd5d3 [rgb(219,213,211) cmyk(12.5,9.8,8.63,3.14)]"/>
            <v:textbox inset="2.88pt,2.88pt,2.88pt,2.88pt"/>
            <w10:wrap anchory="page"/>
          </v:rect>
        </w:pict>
      </w:r>
      <w:r w:rsidR="00F64E3D">
        <w:rPr>
          <w:noProof/>
        </w:rPr>
        <w:pict>
          <v:rect id="_x0000_s1281" style="position:absolute;margin-left:.65pt;margin-top:561.25pt;width:18pt;height:18pt;z-index:251815424;mso-wrap-distance-left:2.88pt;mso-wrap-distance-top:2.88pt;mso-wrap-distance-right:2.88pt;mso-wrap-distance-bottom:2.88pt;mso-position-horizontal-relative:text;mso-position-vertical-relative:page" fillcolor="#e5dece [rgb(229,222,206) ink(2,255)]" stroked="f" strokecolor="#212120" insetpen="t" o:cliptowrap="t">
            <v:fill color2="#212120"/>
            <v:stroke color2="#fffffe">
              <o:left v:ext="view" color="#212120" color2="#fffffe"/>
              <o:top v:ext="view" color="#212120" color2="#fffffe"/>
              <o:right v:ext="view" color="#212120" color2="#fffffe"/>
              <o:bottom v:ext="view" color="#212120" color2="#fffffe"/>
              <o:column v:ext="view" color="#212120" color2="#fffffe"/>
            </v:stroke>
            <v:shadow color="#dcd6d4" color2="#dbd5d3 [rgb(219,213,211) cmyk(12.5,9.8,8.63,3.14)]"/>
            <v:textbox inset="2.88pt,2.88pt,2.88pt,2.88pt"/>
            <w10:wrap anchory="page"/>
          </v:rect>
        </w:pict>
      </w:r>
      <w:r w:rsidR="00F64E3D">
        <w:rPr>
          <w:noProof/>
        </w:rPr>
        <w:pict>
          <v:rect id="_x0000_s1280" style="position:absolute;margin-left:.65pt;margin-top:542.4pt;width:18pt;height:18pt;z-index:251814400;mso-wrap-distance-left:2.88pt;mso-wrap-distance-top:2.88pt;mso-wrap-distance-right:2.88pt;mso-wrap-distance-bottom:2.88pt;mso-position-horizontal-relative:text;mso-position-vertical-relative:page" fillcolor="#be783b [rgb(190,120,59) ink(5,255)]" stroked="f" strokecolor="#212120" insetpen="t" o:cliptowrap="t">
            <v:fill color2="#212120"/>
            <v:stroke color2="#fffffe">
              <o:left v:ext="view" color="#212120" color2="#fffffe"/>
              <o:top v:ext="view" color="#212120" color2="#fffffe"/>
              <o:right v:ext="view" color="#212120" color2="#fffffe"/>
              <o:bottom v:ext="view" color="#212120" color2="#fffffe"/>
              <o:column v:ext="view" color="#212120" color2="#fffffe"/>
            </v:stroke>
            <v:shadow color="#dcd6d4" color2="#dbd5d3 [rgb(219,213,211) cmyk(12.5,9.8,8.63,3.14)]"/>
            <v:textbox inset="2.88pt,2.88pt,2.88pt,2.88pt"/>
            <w10:wrap anchory="page"/>
          </v:rect>
        </w:pict>
      </w:r>
      <w:r w:rsidR="00F64E3D">
        <w:rPr>
          <w:noProof/>
        </w:rPr>
        <w:pict>
          <v:rect id="_x0000_s1279" style="position:absolute;margin-left:.65pt;margin-top:523.55pt;width:18pt;height:18pt;z-index:251813376;mso-wrap-distance-left:2.88pt;mso-wrap-distance-top:2.88pt;mso-wrap-distance-right:2.88pt;mso-wrap-distance-bottom:2.88pt;mso-position-horizontal-relative:text;mso-position-vertical-relative:page" fillcolor="#73624a [rgb(115,98,74) ink(8,255)]" stroked="f" strokecolor="#212120" insetpen="t" o:cliptowrap="t">
            <v:fill color2="#212120"/>
            <v:stroke color2="#fffffe">
              <o:left v:ext="view" color="#212120" color2="#fffffe"/>
              <o:top v:ext="view" color="#212120" color2="#fffffe"/>
              <o:right v:ext="view" color="#212120" color2="#fffffe"/>
              <o:bottom v:ext="view" color="#212120" color2="#fffffe"/>
              <o:column v:ext="view" color="#212120" color2="#fffffe"/>
            </v:stroke>
            <v:shadow color="#dcd6d4" color2="#dbd5d3 [rgb(219,213,211) cmyk(12.5,9.8,8.63,3.14)]"/>
            <v:textbox inset="2.88pt,2.88pt,2.88pt,2.88pt"/>
            <w10:wrap anchory="page"/>
          </v:rect>
        </w:pict>
      </w:r>
      <w:r w:rsidR="00F64E3D">
        <w:rPr>
          <w:noProof/>
          <w:lang w:eastAsia="zh-CN"/>
        </w:rPr>
        <w:pict>
          <v:rect id="_x0000_s1294" style="position:absolute;margin-left:.65pt;margin-top:326.8pt;width:41.1pt;height:41.7pt;z-index:251826688;mso-wrap-distance-left:2.88pt;mso-wrap-distance-top:2.88pt;mso-wrap-distance-right:2.88pt;mso-wrap-distance-bottom:2.88pt;mso-position-horizontal-relative:text;mso-position-vertical-relative:page" fillcolor="#be783b [rgb(190,120,59) ink(5,255)]" stroked="f" strokecolor="#212120" insetpen="t" o:cliptowrap="t">
            <v:fill color2="#212120"/>
            <v:stroke color2="#fffffe">
              <o:left v:ext="view" color="#212120" color2="#fffffe"/>
              <o:top v:ext="view" color="#212120" color2="#fffffe"/>
              <o:right v:ext="view" color="#212120" color2="#fffffe"/>
              <o:bottom v:ext="view" color="#212120" color2="#fffffe"/>
              <o:column v:ext="view" color="#212120" color2="#fffffe"/>
            </v:stroke>
            <v:shadow color="#dcd6d4" color2="#dbd5d3 [rgb(219,213,211) cmyk(12.5,9.8,8.63,3.14)]"/>
            <v:textbox inset="2.88pt,2.88pt,2.88pt,2.88pt"/>
            <w10:wrap anchory="page"/>
          </v:rect>
        </w:pict>
      </w:r>
      <w:r w:rsidR="009F49D3">
        <w:rPr>
          <w:noProof/>
        </w:rPr>
        <w:pict>
          <v:rect id="_x0000_s1278" style="position:absolute;margin-left:.65pt;margin-top:504.7pt;width:18pt;height:18pt;z-index:251812352;mso-wrap-distance-left:2.88pt;mso-wrap-distance-top:2.88pt;mso-wrap-distance-right:2.88pt;mso-wrap-distance-bottom:2.88pt;mso-position-horizontal-relative:text;mso-position-vertical-relative:page" fillcolor="#b9ae4c [rgb(185,174,76) ink(6,255)]" stroked="f" strokecolor="#212120" insetpen="t" o:cliptowrap="t">
            <v:fill color2="#212120"/>
            <v:stroke color2="#fffffe">
              <o:left v:ext="view" color="#212120" color2="#fffffe"/>
              <o:top v:ext="view" color="#212120" color2="#fffffe"/>
              <o:right v:ext="view" color="#212120" color2="#fffffe"/>
              <o:bottom v:ext="view" color="#212120" color2="#fffffe"/>
              <o:column v:ext="view" color="#212120" color2="#fffffe"/>
            </v:stroke>
            <v:shadow color="#dcd6d4" color2="#dbd5d3 [rgb(219,213,211) cmyk(12.5,9.8,8.63,3.14)]"/>
            <v:textbox inset="2.88pt,2.88pt,2.88pt,2.88pt"/>
            <w10:wrap anchory="page"/>
          </v:rect>
        </w:pict>
      </w:r>
      <w:r w:rsidR="009F49D3" w:rsidRPr="009F49D3">
        <w:rPr>
          <w:noProof/>
          <w:color w:val="auto"/>
          <w:kern w:val="0"/>
          <w:sz w:val="24"/>
          <w:szCs w:val="24"/>
        </w:rPr>
        <w:pict>
          <v:shape id="_x0000_s1052" type="#_x0000_t202" style="position:absolute;margin-left:-19.85pt;margin-top:185.05pt;width:204.45pt;height:141.75pt;z-index:251648512;mso-wrap-distance-left:2.88pt;mso-wrap-distance-top:2.88pt;mso-wrap-distance-right:2.88pt;mso-wrap-distance-bottom:2.88pt;mso-position-horizontal-relative:text;mso-position-vertical-relative:page" o:regroupid="1" filled="f" fillcolor="#fffffe" stroked="f" strokecolor="#212120" insetpen="t" o:cliptowrap="t">
            <v:fill color2="#212120"/>
            <v:stroke color2="#fffffe">
              <o:left v:ext="view" color="#212120" color2="#fffffe" joinstyle="miter" insetpen="t"/>
              <o:top v:ext="view" color="#212120" color2="#fffffe" joinstyle="miter" insetpen="t"/>
              <o:right v:ext="view" color="#212120" color2="#fffffe" joinstyle="miter" insetpen="t"/>
              <o:bottom v:ext="view" color="#212120" color2="#fffffe" joinstyle="miter" insetpen="t"/>
              <o:column v:ext="view" color="#212120" color2="#fffffe"/>
            </v:stroke>
            <v:shadow color="#dcd6d4" color2="#dbd5d3 [rgb(219,213,211) cmyk(12.5,9.8,8.63,3.14)]"/>
            <v:textbox style="mso-column-margin:5.76pt" inset="2.88pt,2.88pt,2.88pt,2.88pt">
              <w:txbxContent>
                <w:p w:rsidR="0044296D" w:rsidRDefault="0044296D" w:rsidP="00C24BD0">
                  <w:pPr>
                    <w:pStyle w:val="ListParagraph"/>
                    <w:widowControl w:val="0"/>
                    <w:numPr>
                      <w:ilvl w:val="0"/>
                      <w:numId w:val="1"/>
                    </w:numPr>
                    <w:spacing w:line="280" w:lineRule="exact"/>
                    <w:jc w:val="both"/>
                    <w:rPr>
                      <w:b/>
                      <w:color w:val="632423" w:themeColor="accent2" w:themeShade="80"/>
                      <w:sz w:val="28"/>
                      <w:szCs w:val="28"/>
                    </w:rPr>
                  </w:pPr>
                  <w:r w:rsidRPr="00C24BD0">
                    <w:rPr>
                      <w:b/>
                      <w:color w:val="632423" w:themeColor="accent2" w:themeShade="80"/>
                      <w:sz w:val="28"/>
                      <w:szCs w:val="28"/>
                    </w:rPr>
                    <w:t>When using the historical/ biographical approach, one must examine the author’s background (political, economical, sociological, etc.) in order to understand his works.</w:t>
                  </w:r>
                </w:p>
                <w:p w:rsidR="0044296D" w:rsidRPr="00C24BD0" w:rsidRDefault="0044296D" w:rsidP="00C24BD0">
                  <w:pPr>
                    <w:widowControl w:val="0"/>
                    <w:spacing w:line="280" w:lineRule="exact"/>
                    <w:jc w:val="both"/>
                    <w:rPr>
                      <w:b/>
                      <w:color w:val="632423" w:themeColor="accent2" w:themeShade="80"/>
                      <w:sz w:val="28"/>
                      <w:szCs w:val="28"/>
                    </w:rPr>
                  </w:pPr>
                </w:p>
                <w:p w:rsidR="0044296D" w:rsidRPr="00C24BD0" w:rsidRDefault="0044296D" w:rsidP="00C24BD0">
                  <w:pPr>
                    <w:pStyle w:val="ListParagraph"/>
                    <w:widowControl w:val="0"/>
                    <w:spacing w:line="280" w:lineRule="exact"/>
                    <w:jc w:val="both"/>
                    <w:rPr>
                      <w:b/>
                      <w:color w:val="984806" w:themeColor="accent6" w:themeShade="80"/>
                      <w:sz w:val="28"/>
                      <w:szCs w:val="28"/>
                    </w:rPr>
                  </w:pPr>
                  <w:proofErr w:type="gramStart"/>
                  <w:r>
                    <w:rPr>
                      <w:i/>
                      <w:color w:val="984806" w:themeColor="accent6" w:themeShade="80"/>
                      <w:sz w:val="28"/>
                      <w:szCs w:val="28"/>
                    </w:rPr>
                    <w:t>e</w:t>
                  </w:r>
                  <w:r w:rsidRPr="00C24BD0">
                    <w:rPr>
                      <w:i/>
                      <w:color w:val="984806" w:themeColor="accent6" w:themeShade="80"/>
                      <w:sz w:val="28"/>
                      <w:szCs w:val="28"/>
                    </w:rPr>
                    <w:t>xamples</w:t>
                  </w:r>
                  <w:proofErr w:type="gramEnd"/>
                  <w:r w:rsidRPr="00C24BD0">
                    <w:rPr>
                      <w:b/>
                      <w:color w:val="984806" w:themeColor="accent6" w:themeShade="80"/>
                      <w:sz w:val="28"/>
                      <w:szCs w:val="28"/>
                    </w:rPr>
                    <w:t xml:space="preserve"> </w:t>
                  </w:r>
                  <w:r w:rsidRPr="00C24BD0">
                    <w:rPr>
                      <w:b/>
                      <w:color w:val="984806" w:themeColor="accent6" w:themeShade="80"/>
                      <w:sz w:val="28"/>
                      <w:szCs w:val="28"/>
                    </w:rPr>
                    <w:sym w:font="Wingdings" w:char="F0E0"/>
                  </w:r>
                  <w:r w:rsidRPr="00C24BD0">
                    <w:rPr>
                      <w:b/>
                      <w:color w:val="984806" w:themeColor="accent6" w:themeShade="80"/>
                      <w:sz w:val="28"/>
                      <w:szCs w:val="28"/>
                    </w:rPr>
                    <w:sym w:font="Wingdings" w:char="F0E0"/>
                  </w:r>
                  <w:r w:rsidRPr="00C24BD0">
                    <w:rPr>
                      <w:b/>
                      <w:color w:val="984806" w:themeColor="accent6" w:themeShade="80"/>
                      <w:sz w:val="28"/>
                      <w:szCs w:val="28"/>
                    </w:rPr>
                    <w:sym w:font="Wingdings" w:char="F0E0"/>
                  </w:r>
                </w:p>
              </w:txbxContent>
            </v:textbox>
            <w10:wrap anchory="page"/>
          </v:shape>
        </w:pict>
      </w:r>
      <w:r w:rsidR="009F49D3" w:rsidRPr="009F49D3">
        <w:rPr>
          <w:noProof/>
          <w:color w:val="auto"/>
          <w:kern w:val="0"/>
          <w:sz w:val="24"/>
          <w:szCs w:val="24"/>
        </w:rPr>
        <w:pict>
          <v:rect id="_x0000_s1030" style="position:absolute;margin-left:594.65pt;margin-top:306.15pt;width:207pt;height:451.45pt;z-index:251625984;mso-wrap-distance-left:2.88pt;mso-wrap-distance-top:2.88pt;mso-wrap-distance-right:2.88pt;mso-wrap-distance-bottom:2.88pt;mso-position-horizontal-relative:text;mso-position-vertical-relative:page" o:regroupid="1" fillcolor="#f4ede2 [rgb(244,237,226) ink(9,255)]" stroked="f" strokecolor="#212120" insetpen="t" o:cliptowrap="t">
            <v:fill color2="#212120"/>
            <v:stroke color2="#fffffe">
              <o:left v:ext="view" color="#212120" color2="#fffffe"/>
              <o:top v:ext="view" color="#212120" color2="#fffffe"/>
              <o:right v:ext="view" color="#212120" color2="#fffffe"/>
              <o:bottom v:ext="view" color="#212120" color2="#fffffe"/>
              <o:column v:ext="view" color="#212120" color2="#fffffe"/>
            </v:stroke>
            <v:shadow color="#dcd6d4" color2="#dbd5d3 [rgb(219,213,211) cmyk(12.5,9.8,8.63,3.14)]"/>
            <v:textbox inset="2.88pt,2.88pt,2.88pt,2.88pt"/>
            <w10:wrap anchory="page"/>
          </v:rect>
        </w:pict>
      </w:r>
      <w:r w:rsidR="009F49D3" w:rsidRPr="009F49D3">
        <w:rPr>
          <w:noProof/>
          <w:color w:val="auto"/>
          <w:kern w:val="0"/>
          <w:sz w:val="24"/>
          <w:szCs w:val="24"/>
        </w:rPr>
        <w:pict>
          <v:shape id="_x0000_s1173" type="#_x0000_t202" style="position:absolute;margin-left:196.8pt;margin-top:182.55pt;width:169.2pt;height:219.95pt;z-index:251653632;mso-wrap-distance-left:2.88pt;mso-wrap-distance-top:2.88pt;mso-wrap-distance-right:2.88pt;mso-wrap-distance-bottom:2.88pt;mso-position-horizontal-relative:text;mso-position-vertical-relative:page" o:regroupid="1" filled="f" fillcolor="#fffffe" stroked="f" strokecolor="#212120" insetpen="t" o:cliptowrap="t">
            <v:fill color2="#212120"/>
            <v:stroke color2="#fffffe">
              <o:left v:ext="view" color="#212120" color2="#fffffe" joinstyle="miter" insetpen="t"/>
              <o:top v:ext="view" color="#212120" color2="#fffffe" joinstyle="miter" insetpen="t"/>
              <o:right v:ext="view" color="#212120" color2="#fffffe" joinstyle="miter" insetpen="t"/>
              <o:bottom v:ext="view" color="#212120" color2="#fffffe" joinstyle="miter" insetpen="t"/>
              <o:column v:ext="view" color="#212120" color2="#fffffe"/>
            </v:stroke>
            <v:shadow color="#dcd6d4" color2="#dbd5d3 [rgb(219,213,211) cmyk(12.5,9.8,8.63,3.14)]"/>
            <v:textbox style="mso-column-margin:5.76pt" inset="2.88pt,2.88pt,2.88pt,2.88pt">
              <w:txbxContent>
                <w:p w:rsidR="0044296D" w:rsidRPr="00A45805" w:rsidRDefault="0044296D" w:rsidP="00C24BD0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sz w:val="22"/>
                      <w:szCs w:val="22"/>
                    </w:rPr>
                  </w:pPr>
                  <w:r w:rsidRPr="00A45805">
                    <w:rPr>
                      <w:sz w:val="22"/>
                      <w:szCs w:val="22"/>
                    </w:rPr>
                    <w:t>Where was author born?</w:t>
                  </w:r>
                </w:p>
                <w:p w:rsidR="0044296D" w:rsidRPr="00A45805" w:rsidRDefault="0044296D" w:rsidP="00C24BD0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sz w:val="22"/>
                      <w:szCs w:val="22"/>
                    </w:rPr>
                  </w:pPr>
                  <w:r w:rsidRPr="00A45805">
                    <w:rPr>
                      <w:sz w:val="22"/>
                      <w:szCs w:val="22"/>
                    </w:rPr>
                    <w:t>What era did author grow up in?</w:t>
                  </w:r>
                </w:p>
                <w:p w:rsidR="0044296D" w:rsidRPr="00A45805" w:rsidRDefault="0044296D" w:rsidP="00C24BD0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sz w:val="22"/>
                      <w:szCs w:val="22"/>
                    </w:rPr>
                  </w:pPr>
                  <w:r w:rsidRPr="00A45805">
                    <w:rPr>
                      <w:sz w:val="22"/>
                      <w:szCs w:val="22"/>
                    </w:rPr>
                    <w:t>What is author’s history with war/conflict, poverty or wealth, economic depression, etc.?</w:t>
                  </w:r>
                </w:p>
                <w:p w:rsidR="0044296D" w:rsidRPr="00A45805" w:rsidRDefault="0044296D" w:rsidP="00C24BD0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sz w:val="22"/>
                      <w:szCs w:val="22"/>
                    </w:rPr>
                  </w:pPr>
                  <w:r w:rsidRPr="00A45805">
                    <w:rPr>
                      <w:sz w:val="22"/>
                      <w:szCs w:val="22"/>
                    </w:rPr>
                    <w:t>Does the author have bias?</w:t>
                  </w:r>
                </w:p>
                <w:p w:rsidR="0044296D" w:rsidRDefault="0044296D" w:rsidP="00C24BD0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sz w:val="22"/>
                      <w:szCs w:val="22"/>
                    </w:rPr>
                  </w:pPr>
                  <w:r w:rsidRPr="00A45805">
                    <w:rPr>
                      <w:sz w:val="22"/>
                      <w:szCs w:val="22"/>
                    </w:rPr>
                    <w:t>Was the author educated? If so, where and to what extent?</w:t>
                  </w:r>
                </w:p>
                <w:p w:rsidR="0044296D" w:rsidRDefault="0044296D" w:rsidP="00C24BD0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What is the author’s marital status?</w:t>
                  </w:r>
                </w:p>
                <w:p w:rsidR="0044296D" w:rsidRPr="00A45805" w:rsidRDefault="0044296D" w:rsidP="00C24BD0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Does the author have siblings?</w:t>
                  </w:r>
                </w:p>
                <w:p w:rsidR="0044296D" w:rsidRDefault="0044296D" w:rsidP="00C24BD0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sz w:val="22"/>
                      <w:szCs w:val="22"/>
                    </w:rPr>
                  </w:pPr>
                  <w:r w:rsidRPr="00A45805">
                    <w:rPr>
                      <w:sz w:val="22"/>
                      <w:szCs w:val="22"/>
                    </w:rPr>
                    <w:t>Where does the book take place?</w:t>
                  </w:r>
                </w:p>
                <w:p w:rsidR="0044296D" w:rsidRDefault="0044296D" w:rsidP="00C24BD0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What historical monuments are mentioned in the text?</w:t>
                  </w:r>
                </w:p>
                <w:p w:rsidR="0044296D" w:rsidRPr="00A45805" w:rsidRDefault="0044296D" w:rsidP="00A45805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Does the author’s voice come through? If so, what is it?</w:t>
                  </w:r>
                </w:p>
              </w:txbxContent>
            </v:textbox>
            <w10:wrap anchory="page"/>
          </v:shape>
        </w:pict>
      </w:r>
      <w:r w:rsidR="0063799A">
        <w:rPr>
          <w:noProof/>
          <w:lang w:eastAsia="zh-CN"/>
        </w:rPr>
        <w:drawing>
          <wp:anchor distT="36576" distB="36576" distL="36576" distR="36576" simplePos="0" relativeHeight="251622912" behindDoc="0" locked="0" layoutInCell="1" allowOverlap="1">
            <wp:simplePos x="0" y="0"/>
            <wp:positionH relativeFrom="column">
              <wp:posOffset>4840605</wp:posOffset>
            </wp:positionH>
            <wp:positionV relativeFrom="page">
              <wp:posOffset>2221865</wp:posOffset>
            </wp:positionV>
            <wp:extent cx="2713355" cy="442595"/>
            <wp:effectExtent l="19050" t="0" r="0" b="0"/>
            <wp:wrapNone/>
            <wp:docPr id="3" name="Picture 3" descr="RE9990301-IMG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9990301-IMG12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/>
                    <a:srcRect l="14326" t="38222" b="429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3355" cy="44259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9F49D3" w:rsidRPr="009F49D3">
        <w:rPr>
          <w:noProof/>
          <w:color w:val="auto"/>
          <w:kern w:val="0"/>
          <w:sz w:val="24"/>
          <w:szCs w:val="24"/>
        </w:rPr>
        <w:pict>
          <v:shape id="_x0000_s1222" type="#_x0000_t202" style="position:absolute;margin-left:737.15pt;margin-top:179.9pt;width:387.7pt;height:27pt;z-index:251692544;mso-wrap-distance-left:2.88pt;mso-wrap-distance-top:2.88pt;mso-wrap-distance-right:2.88pt;mso-wrap-distance-bottom:2.88pt;mso-position-horizontal-relative:text;mso-position-vertical-relative:page" o:regroupid="1" filled="f" fillcolor="#fffffe" stroked="f" strokecolor="#212120" insetpen="t" o:cliptowrap="t">
            <v:fill color2="#212120"/>
            <v:stroke color2="#fffffe">
              <o:left v:ext="view" color="#212120" color2="#fffffe"/>
              <o:top v:ext="view" color="#212120" color2="#fffffe"/>
              <o:right v:ext="view" color="#212120" color2="#fffffe"/>
              <o:bottom v:ext="view" color="#212120" color2="#fffffe"/>
              <o:column v:ext="view" color="#212120" color2="#fffffe"/>
            </v:stroke>
            <v:shadow color="#dcd6d4" color2="#dbd5d3 [rgb(219,213,211) cmyk(12.5,9.8,8.63,3.14)]"/>
            <v:textbox style="mso-column-margin:5.76pt" inset="2.88pt,2.88pt,2.88pt,2.88pt">
              <w:txbxContent>
                <w:p w:rsidR="0044296D" w:rsidRDefault="0044296D" w:rsidP="006F4C6E">
                  <w:pPr>
                    <w:widowControl w:val="0"/>
                    <w:spacing w:line="300" w:lineRule="exact"/>
                    <w:rPr>
                      <w:b/>
                      <w:bCs/>
                      <w:color w:val="FFFFFE"/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FFFFFE"/>
                      <w:sz w:val="26"/>
                      <w:szCs w:val="26"/>
                    </w:rPr>
                    <w:t>An Insight into the Historical/Biographical Approach of Literature</w:t>
                  </w:r>
                </w:p>
              </w:txbxContent>
            </v:textbox>
            <w10:wrap anchory="page"/>
          </v:shape>
        </w:pict>
      </w:r>
      <w:r w:rsidR="009F49D3" w:rsidRPr="009F49D3">
        <w:rPr>
          <w:noProof/>
          <w:color w:val="auto"/>
          <w:kern w:val="0"/>
          <w:sz w:val="24"/>
          <w:szCs w:val="24"/>
        </w:rPr>
        <w:pict>
          <v:shape id="_x0000_s1220" type="#_x0000_t202" style="position:absolute;margin-left:629.6pt;margin-top:216.15pt;width:251.55pt;height:94.5pt;z-index:251690496;mso-wrap-distance-left:2.88pt;mso-wrap-distance-top:2.88pt;mso-wrap-distance-right:2.88pt;mso-wrap-distance-bottom:2.88pt;mso-position-horizontal-relative:text;mso-position-vertical-relative:page" o:regroupid="1" filled="f" fillcolor="#fffffe" stroked="f" strokecolor="#212120" insetpen="t" o:cliptowrap="t">
            <v:fill color2="#212120"/>
            <v:stroke color2="#fffffe">
              <o:left v:ext="view" color="#212120" color2="#fffffe" joinstyle="miter" insetpen="t"/>
              <o:top v:ext="view" color="#212120" color2="#fffffe" joinstyle="miter" insetpen="t"/>
              <o:right v:ext="view" color="#212120" color2="#fffffe" joinstyle="miter" insetpen="t"/>
              <o:bottom v:ext="view" color="#212120" color2="#fffffe" joinstyle="miter" insetpen="t"/>
              <o:column v:ext="view" color="#212120" color2="#fffffe"/>
            </v:stroke>
            <v:shadow color="#dcd6d4" color2="#dbd5d3 [rgb(219,213,211) cmyk(12.5,9.8,8.63,3.14)]"/>
            <v:textbox style="mso-column-margin:5.76pt" inset="2.88pt,2.88pt,2.88pt,2.88pt">
              <w:txbxContent>
                <w:p w:rsidR="0044296D" w:rsidRPr="00C91342" w:rsidRDefault="0044296D" w:rsidP="006F4C6E">
                  <w:pPr>
                    <w:widowControl w:val="0"/>
                    <w:spacing w:line="1840" w:lineRule="exact"/>
                    <w:rPr>
                      <w:i/>
                      <w:iCs/>
                      <w:color w:val="FFFFFE"/>
                      <w:sz w:val="100"/>
                      <w:szCs w:val="100"/>
                    </w:rPr>
                  </w:pPr>
                  <w:r w:rsidRPr="00C91342">
                    <w:rPr>
                      <w:i/>
                      <w:iCs/>
                      <w:color w:val="FFFFFE"/>
                      <w:sz w:val="100"/>
                      <w:szCs w:val="100"/>
                    </w:rPr>
                    <w:t>Historical</w:t>
                  </w:r>
                  <w:r>
                    <w:rPr>
                      <w:i/>
                      <w:iCs/>
                      <w:color w:val="FFFFFE"/>
                      <w:sz w:val="100"/>
                      <w:szCs w:val="100"/>
                    </w:rPr>
                    <w:t xml:space="preserve"> </w:t>
                  </w:r>
                  <w:r w:rsidRPr="00B042AC">
                    <w:rPr>
                      <w:i/>
                      <w:iCs/>
                      <w:color w:val="92CDDC" w:themeColor="accent5" w:themeTint="99"/>
                      <w:sz w:val="180"/>
                      <w:szCs w:val="180"/>
                    </w:rPr>
                    <w:t>/</w:t>
                  </w:r>
                </w:p>
              </w:txbxContent>
            </v:textbox>
            <w10:wrap anchory="page"/>
          </v:shape>
        </w:pict>
      </w:r>
      <w:r w:rsidR="009F49D3" w:rsidRPr="009F49D3">
        <w:rPr>
          <w:noProof/>
          <w:color w:val="auto"/>
          <w:kern w:val="0"/>
          <w:sz w:val="24"/>
          <w:szCs w:val="24"/>
        </w:rPr>
        <w:pict>
          <v:shape id="_x0000_s1176" type="#_x0000_t202" style="position:absolute;margin-left:876.35pt;margin-top:224.4pt;width:249.3pt;height:81.75pt;z-index:251656704;mso-wrap-distance-left:2.88pt;mso-wrap-distance-top:2.88pt;mso-wrap-distance-right:2.88pt;mso-wrap-distance-bottom:2.88pt;mso-position-horizontal-relative:text;mso-position-vertical-relative:page" o:regroupid="1" filled="f" fillcolor="#fffffe" stroked="f" strokecolor="#212120" insetpen="t" o:cliptowrap="t">
            <v:fill color2="#212120"/>
            <v:stroke color2="#fffffe">
              <o:left v:ext="view" color="#212120" color2="#fffffe" joinstyle="miter" insetpen="t"/>
              <o:top v:ext="view" color="#212120" color2="#fffffe" joinstyle="miter" insetpen="t"/>
              <o:right v:ext="view" color="#212120" color2="#fffffe" joinstyle="miter" insetpen="t"/>
              <o:bottom v:ext="view" color="#212120" color2="#fffffe" joinstyle="miter" insetpen="t"/>
              <o:column v:ext="view" color="#212120" color2="#fffffe"/>
            </v:stroke>
            <v:shadow color="#dcd6d4" color2="#dbd5d3 [rgb(219,213,211) cmyk(12.5,9.8,8.63,3.14)]"/>
            <v:textbox style="mso-column-margin:5.76pt" inset="2.88pt,2.88pt,2.88pt,2.88pt">
              <w:txbxContent>
                <w:p w:rsidR="0044296D" w:rsidRDefault="0044296D" w:rsidP="006F4C6E">
                  <w:pPr>
                    <w:widowControl w:val="0"/>
                    <w:spacing w:line="1600" w:lineRule="exact"/>
                    <w:rPr>
                      <w:rFonts w:ascii="Arial" w:hAnsi="Arial" w:cs="Arial"/>
                      <w:b/>
                      <w:bCs/>
                      <w:i/>
                      <w:iCs/>
                      <w:color w:val="FFFFFE"/>
                      <w:w w:val="80"/>
                      <w:sz w:val="156"/>
                      <w:szCs w:val="156"/>
                    </w:rPr>
                  </w:pPr>
                  <w:proofErr w:type="gramStart"/>
                  <w:r w:rsidRPr="00C91342">
                    <w:rPr>
                      <w:rFonts w:ascii="Arial" w:hAnsi="Arial" w:cs="Arial"/>
                      <w:b/>
                      <w:bCs/>
                      <w:i/>
                      <w:iCs/>
                      <w:color w:val="B9AE4C"/>
                      <w:w w:val="80"/>
                      <w:sz w:val="90"/>
                      <w:szCs w:val="90"/>
                    </w:rPr>
                    <w:t>b</w:t>
                  </w:r>
                  <w:r w:rsidRPr="00C91342">
                    <w:rPr>
                      <w:rFonts w:ascii="Arial" w:hAnsi="Arial" w:cs="Arial"/>
                      <w:b/>
                      <w:bCs/>
                      <w:i/>
                      <w:iCs/>
                      <w:color w:val="BE783B"/>
                      <w:w w:val="80"/>
                      <w:sz w:val="90"/>
                      <w:szCs w:val="90"/>
                    </w:rPr>
                    <w:t>i</w:t>
                  </w:r>
                  <w:r w:rsidRPr="00C91342">
                    <w:rPr>
                      <w:rFonts w:ascii="Arial" w:hAnsi="Arial" w:cs="Arial"/>
                      <w:b/>
                      <w:bCs/>
                      <w:i/>
                      <w:iCs/>
                      <w:color w:val="E5DECE"/>
                      <w:w w:val="80"/>
                      <w:sz w:val="90"/>
                      <w:szCs w:val="90"/>
                    </w:rPr>
                    <w:t>o</w:t>
                  </w:r>
                  <w:r w:rsidRPr="00C91342">
                    <w:rPr>
                      <w:rFonts w:ascii="Arial" w:hAnsi="Arial" w:cs="Arial"/>
                      <w:b/>
                      <w:bCs/>
                      <w:i/>
                      <w:iCs/>
                      <w:color w:val="A49481"/>
                      <w:w w:val="80"/>
                      <w:sz w:val="90"/>
                      <w:szCs w:val="90"/>
                    </w:rPr>
                    <w:t>g</w:t>
                  </w:r>
                  <w:r w:rsidRPr="00C91342">
                    <w:rPr>
                      <w:rFonts w:ascii="Arial" w:hAnsi="Arial" w:cs="Arial"/>
                      <w:b/>
                      <w:bCs/>
                      <w:i/>
                      <w:iCs/>
                      <w:color w:val="B9AE4C"/>
                      <w:w w:val="80"/>
                      <w:sz w:val="90"/>
                      <w:szCs w:val="90"/>
                    </w:rPr>
                    <w:t>r</w:t>
                  </w:r>
                  <w:r w:rsidRPr="00C91342">
                    <w:rPr>
                      <w:rFonts w:ascii="Arial" w:hAnsi="Arial" w:cs="Arial"/>
                      <w:b/>
                      <w:bCs/>
                      <w:i/>
                      <w:iCs/>
                      <w:color w:val="BE783B"/>
                      <w:w w:val="80"/>
                      <w:sz w:val="90"/>
                      <w:szCs w:val="90"/>
                    </w:rPr>
                    <w:t>a</w:t>
                  </w:r>
                  <w:r w:rsidRPr="00C91342">
                    <w:rPr>
                      <w:rFonts w:ascii="Arial" w:hAnsi="Arial" w:cs="Arial"/>
                      <w:b/>
                      <w:bCs/>
                      <w:i/>
                      <w:iCs/>
                      <w:color w:val="A49481"/>
                      <w:w w:val="80"/>
                      <w:sz w:val="90"/>
                      <w:szCs w:val="90"/>
                    </w:rPr>
                    <w:t>p</w:t>
                  </w:r>
                  <w:r w:rsidRPr="00B042AC">
                    <w:rPr>
                      <w:rFonts w:ascii="Arial" w:hAnsi="Arial" w:cs="Arial"/>
                      <w:b/>
                      <w:bCs/>
                      <w:i/>
                      <w:iCs/>
                      <w:color w:val="E5DECE"/>
                      <w:w w:val="80"/>
                      <w:sz w:val="90"/>
                      <w:szCs w:val="90"/>
                    </w:rPr>
                    <w:t>h</w:t>
                  </w:r>
                  <w:r>
                    <w:rPr>
                      <w:rFonts w:ascii="Arial" w:hAnsi="Arial" w:cs="Arial"/>
                      <w:b/>
                      <w:bCs/>
                      <w:i/>
                      <w:iCs/>
                      <w:color w:val="B9AE4C"/>
                      <w:w w:val="80"/>
                      <w:sz w:val="90"/>
                      <w:szCs w:val="90"/>
                    </w:rPr>
                    <w:t>i</w:t>
                  </w:r>
                  <w:r>
                    <w:rPr>
                      <w:rFonts w:ascii="Arial" w:hAnsi="Arial" w:cs="Arial"/>
                      <w:b/>
                      <w:bCs/>
                      <w:i/>
                      <w:iCs/>
                      <w:color w:val="BE783B"/>
                      <w:w w:val="80"/>
                      <w:sz w:val="90"/>
                      <w:szCs w:val="90"/>
                    </w:rPr>
                    <w:t>c</w:t>
                  </w:r>
                  <w:r>
                    <w:rPr>
                      <w:rFonts w:ascii="Arial" w:hAnsi="Arial" w:cs="Arial"/>
                      <w:b/>
                      <w:bCs/>
                      <w:i/>
                      <w:iCs/>
                      <w:color w:val="A49481"/>
                      <w:w w:val="80"/>
                      <w:sz w:val="90"/>
                      <w:szCs w:val="90"/>
                    </w:rPr>
                    <w:t>a</w:t>
                  </w:r>
                  <w:r>
                    <w:rPr>
                      <w:rFonts w:ascii="Arial" w:hAnsi="Arial" w:cs="Arial"/>
                      <w:b/>
                      <w:bCs/>
                      <w:i/>
                      <w:iCs/>
                      <w:color w:val="E5DECE"/>
                      <w:w w:val="80"/>
                      <w:sz w:val="90"/>
                      <w:szCs w:val="90"/>
                    </w:rPr>
                    <w:t>l</w:t>
                  </w:r>
                  <w:proofErr w:type="gramEnd"/>
                </w:p>
              </w:txbxContent>
            </v:textbox>
            <w10:wrap anchory="page"/>
          </v:shape>
        </w:pict>
      </w:r>
      <w:r w:rsidR="009F49D3" w:rsidRPr="009F49D3">
        <w:rPr>
          <w:noProof/>
          <w:color w:val="auto"/>
          <w:kern w:val="0"/>
          <w:sz w:val="24"/>
          <w:szCs w:val="24"/>
        </w:rPr>
        <w:pict>
          <v:line id="_x0000_s1274" style="position:absolute;z-index:251746816;mso-wrap-distance-left:2.88pt;mso-wrap-distance-top:2.88pt;mso-wrap-distance-right:2.88pt;mso-wrap-distance-bottom:2.88pt;mso-position-horizontal-relative:text;mso-position-vertical-relative:page" from="990pt,360.85pt" to="1206pt,360.85pt" fillcolor="#fffffe [rgb(255,255,254) cmyk(0,0,0,0)]" strokecolor="#fffffe" strokeweight="1pt" o:cliptowrap="t">
            <v:fill color2="#fffffe [rgb(255,255,254) cmyk(0,0,0,0)]"/>
            <v:stroke color2="#fffffe">
              <o:left v:ext="view" color="#212120" color2="#fffffe"/>
              <o:top v:ext="view" color="#212120" color2="#fffffe"/>
              <o:right v:ext="view" color="#212120" color2="#fffffe"/>
              <o:bottom v:ext="view" color="#212120" color2="#fffffe"/>
              <o:column v:ext="view" color="#212120" color2="#fffffe"/>
            </v:stroke>
            <v:shadow color="#dcd6d4" color2="#dbd5d3 [rgb(219,213,211) cmyk(12.5,9.8,8.63,3.14)]"/>
            <w10:wrap anchory="page"/>
          </v:line>
        </w:pict>
      </w:r>
      <w:r w:rsidR="009F49D3">
        <w:rPr>
          <w:noProof/>
        </w:rPr>
        <w:pict>
          <v:line id="_x0000_s1268" style="position:absolute;z-index:251795968;mso-wrap-distance-left:2.88pt;mso-wrap-distance-top:2.88pt;mso-wrap-distance-right:2.88pt;mso-wrap-distance-bottom:2.88pt;mso-position-horizontal-relative:text;mso-position-vertical-relative:page" from="594pt,747.85pt" to="990pt,747.85pt" o:regroupid="2" fillcolor="#fffffe [rgb(255,255,254) cmyk(0,0,0,0)]" strokecolor="#fffffe" strokeweight="1pt" o:cliptowrap="t">
            <v:fill color2="#fffffe [rgb(255,255,254) cmyk(0,0,0,0)]"/>
            <v:stroke color2="#fffffe">
              <o:left v:ext="view" color="#212120" color2="#fffffe"/>
              <o:top v:ext="view" color="#212120" color2="#fffffe"/>
              <o:right v:ext="view" color="#212120" color2="#fffffe"/>
              <o:bottom v:ext="view" color="#212120" color2="#fffffe"/>
              <o:column v:ext="view" color="#212120" color2="#fffffe"/>
            </v:stroke>
            <v:shadow color="#dcd6d4" color2="#dbd5d3 [rgb(219,213,211) cmyk(12.5,9.8,8.63,3.14)]"/>
            <w10:wrap anchory="page"/>
          </v:line>
        </w:pict>
      </w:r>
      <w:r w:rsidR="009F49D3">
        <w:rPr>
          <w:noProof/>
        </w:rPr>
        <w:pict>
          <v:line id="_x0000_s1240" style="position:absolute;z-index:251767296;mso-wrap-distance-left:2.88pt;mso-wrap-distance-top:2.88pt;mso-wrap-distance-right:2.88pt;mso-wrap-distance-bottom:2.88pt;mso-position-horizontal-relative:text;mso-position-vertical-relative:page" from="594pt,577pt" to="882pt,577pt" o:regroupid="2" fillcolor="#fffffe [rgb(255,255,254) cmyk(0,0,0,0)]" strokecolor="#fffffe" strokeweight="1pt" o:cliptowrap="t">
            <v:fill color2="#fffffe [rgb(255,255,254) cmyk(0,0,0,0)]"/>
            <v:stroke color2="#fffffe">
              <o:left v:ext="view" color="#212120" color2="#fffffe"/>
              <o:top v:ext="view" color="#212120" color2="#fffffe"/>
              <o:right v:ext="view" color="#212120" color2="#fffffe"/>
              <o:bottom v:ext="view" color="#212120" color2="#fffffe"/>
              <o:column v:ext="view" color="#212120" color2="#fffffe"/>
            </v:stroke>
            <v:shadow color="#dcd6d4" color2="#dbd5d3 [rgb(219,213,211) cmyk(12.5,9.8,8.63,3.14)]"/>
            <w10:wrap anchory="page"/>
          </v:line>
        </w:pict>
      </w:r>
      <w:r w:rsidR="009F49D3">
        <w:rPr>
          <w:noProof/>
        </w:rPr>
        <w:pict>
          <v:line id="_x0000_s1239" style="position:absolute;z-index:251766272;mso-wrap-distance-left:2.88pt;mso-wrap-distance-top:2.88pt;mso-wrap-distance-right:2.88pt;mso-wrap-distance-bottom:2.88pt;mso-position-horizontal-relative:text;mso-position-vertical-relative:page" from="594pt,747.85pt" to="990pt,747.85pt" o:regroupid="2" fillcolor="#fffffe [rgb(255,255,254) cmyk(0,0,0,0)]" strokecolor="#fffffe" strokeweight="1pt" o:cliptowrap="t">
            <v:fill color2="#fffffe [rgb(255,255,254) cmyk(0,0,0,0)]"/>
            <v:stroke color2="#fffffe">
              <o:left v:ext="view" color="#212120" color2="#fffffe"/>
              <o:top v:ext="view" color="#212120" color2="#fffffe"/>
              <o:right v:ext="view" color="#212120" color2="#fffffe"/>
              <o:bottom v:ext="view" color="#212120" color2="#fffffe"/>
              <o:column v:ext="view" color="#212120" color2="#fffffe"/>
            </v:stroke>
            <v:shadow color="#dcd6d4" color2="#dbd5d3 [rgb(219,213,211) cmyk(12.5,9.8,8.63,3.14)]"/>
            <w10:wrap anchory="page"/>
          </v:line>
        </w:pict>
      </w:r>
      <w:r w:rsidR="009F49D3">
        <w:rPr>
          <w:noProof/>
        </w:rPr>
        <w:pict>
          <v:line id="_x0000_s1237" style="position:absolute;z-index:251764224;mso-wrap-distance-left:2.88pt;mso-wrap-distance-top:2.88pt;mso-wrap-distance-right:2.88pt;mso-wrap-distance-bottom:2.88pt;mso-position-horizontal-relative:text;mso-position-vertical-relative:page" from="198pt,387pt" to="594pt,387pt" o:regroupid="2" fillcolor="#fffffe [rgb(255,255,254) cmyk(0,0,0,0)]" strokecolor="#fffffe" strokeweight="1pt" o:cliptowrap="t">
            <v:fill color2="#fffffe [rgb(255,255,254) cmyk(0,0,0,0)]"/>
            <v:stroke color2="#fffffe">
              <o:left v:ext="view" color="#212120" color2="#fffffe"/>
              <o:top v:ext="view" color="#212120" color2="#fffffe"/>
              <o:right v:ext="view" color="#212120" color2="#fffffe"/>
              <o:bottom v:ext="view" color="#212120" color2="#fffffe"/>
              <o:column v:ext="view" color="#212120" color2="#fffffe"/>
            </v:stroke>
            <v:shadow color="#dcd6d4" color2="#dbd5d3 [rgb(219,213,211) cmyk(12.5,9.8,8.63,3.14)]"/>
            <w10:wrap anchory="page"/>
          </v:line>
        </w:pict>
      </w:r>
      <w:r w:rsidR="009F49D3">
        <w:rPr>
          <w:noProof/>
        </w:rPr>
        <w:pict>
          <v:line id="_x0000_s1232" style="position:absolute;z-index:251759104;mso-wrap-distance-left:2.88pt;mso-wrap-distance-top:2.88pt;mso-wrap-distance-right:2.88pt;mso-wrap-distance-bottom:2.88pt;mso-position-horizontal-relative:text;mso-position-vertical-relative:page" from="0,5in" to="594pt,5in" o:regroupid="2" fillcolor="#fffffe [rgb(255,255,254) cmyk(0,0,0,0)]" strokecolor="#fffffe" strokeweight="1pt" o:cliptowrap="t">
            <v:fill color2="#fffffe [rgb(255,255,254) cmyk(0,0,0,0)]"/>
            <v:stroke color2="#fffffe">
              <o:left v:ext="view" color="#212120" color2="#fffffe"/>
              <o:top v:ext="view" color="#212120" color2="#fffffe"/>
              <o:right v:ext="view" color="#212120" color2="#fffffe"/>
              <o:bottom v:ext="view" color="#212120" color2="#fffffe"/>
              <o:column v:ext="view" color="#212120" color2="#fffffe"/>
            </v:stroke>
            <v:shadow color="#dcd6d4" color2="#dbd5d3 [rgb(219,213,211) cmyk(12.5,9.8,8.63,3.14)]"/>
            <w10:wrap anchory="page"/>
          </v:line>
        </w:pict>
      </w:r>
    </w:p>
    <w:sectPr w:rsidR="004E644B" w:rsidSect="006F4C6E">
      <w:pgSz w:w="24480" w:h="15840" w:orient="landscape" w:code="17"/>
      <w:pgMar w:top="360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753CD"/>
    <w:multiLevelType w:val="hybridMultilevel"/>
    <w:tmpl w:val="424A950A"/>
    <w:lvl w:ilvl="0" w:tplc="155A900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EA0553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F701DD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74C171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5643B9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EF4F69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7AAD8F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308274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260F22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1D690BFC"/>
    <w:multiLevelType w:val="hybridMultilevel"/>
    <w:tmpl w:val="37E24158"/>
    <w:lvl w:ilvl="0" w:tplc="5DC25F0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34"/>
        <w:szCs w:val="3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74F7EA3"/>
    <w:multiLevelType w:val="hybridMultilevel"/>
    <w:tmpl w:val="D10E9AD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8668C1"/>
    <w:multiLevelType w:val="hybridMultilevel"/>
    <w:tmpl w:val="24646CFA"/>
    <w:lvl w:ilvl="0" w:tplc="4D7E412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34"/>
        <w:szCs w:val="3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6863414"/>
    <w:multiLevelType w:val="hybridMultilevel"/>
    <w:tmpl w:val="24A077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86478E9"/>
    <w:multiLevelType w:val="hybridMultilevel"/>
    <w:tmpl w:val="CC902A8C"/>
    <w:lvl w:ilvl="0" w:tplc="86F621F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1F0ABB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E54A19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48AB11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C82594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6F289D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9E229A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B56DC5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3D0A3A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4D852D95"/>
    <w:multiLevelType w:val="hybridMultilevel"/>
    <w:tmpl w:val="F85EB85E"/>
    <w:lvl w:ilvl="0" w:tplc="95F6656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34"/>
        <w:szCs w:val="3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71C079A"/>
    <w:multiLevelType w:val="hybridMultilevel"/>
    <w:tmpl w:val="C27EFF4E"/>
    <w:lvl w:ilvl="0" w:tplc="FA9A7FD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A4075E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EACFFE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73203F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F16CE4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6B2059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694130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EB890F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4142F4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5730182A"/>
    <w:multiLevelType w:val="hybridMultilevel"/>
    <w:tmpl w:val="5A62D64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9020ED"/>
    <w:multiLevelType w:val="hybridMultilevel"/>
    <w:tmpl w:val="0406C6E2"/>
    <w:lvl w:ilvl="0" w:tplc="568A775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34"/>
        <w:szCs w:val="3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2E406C9"/>
    <w:multiLevelType w:val="hybridMultilevel"/>
    <w:tmpl w:val="FD8A5790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4CB1B35"/>
    <w:multiLevelType w:val="hybridMultilevel"/>
    <w:tmpl w:val="C8FC1BEA"/>
    <w:lvl w:ilvl="0" w:tplc="474A55B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34"/>
        <w:szCs w:val="3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C704FBA"/>
    <w:multiLevelType w:val="hybridMultilevel"/>
    <w:tmpl w:val="D9C4F24A"/>
    <w:lvl w:ilvl="0" w:tplc="84BA34F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34"/>
        <w:szCs w:val="3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10"/>
  </w:num>
  <w:num w:numId="5">
    <w:abstractNumId w:val="11"/>
  </w:num>
  <w:num w:numId="6">
    <w:abstractNumId w:val="12"/>
  </w:num>
  <w:num w:numId="7">
    <w:abstractNumId w:val="6"/>
  </w:num>
  <w:num w:numId="8">
    <w:abstractNumId w:val="1"/>
  </w:num>
  <w:num w:numId="9">
    <w:abstractNumId w:val="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attachedTemplate r:id="rId1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C91342"/>
    <w:rsid w:val="00092349"/>
    <w:rsid w:val="0011012D"/>
    <w:rsid w:val="001A5299"/>
    <w:rsid w:val="001D33E1"/>
    <w:rsid w:val="00270248"/>
    <w:rsid w:val="00290B4B"/>
    <w:rsid w:val="00322606"/>
    <w:rsid w:val="0044296D"/>
    <w:rsid w:val="004E644B"/>
    <w:rsid w:val="0063799A"/>
    <w:rsid w:val="006D7790"/>
    <w:rsid w:val="006E5B22"/>
    <w:rsid w:val="006F4C6E"/>
    <w:rsid w:val="007B46E6"/>
    <w:rsid w:val="008A6929"/>
    <w:rsid w:val="008C70BE"/>
    <w:rsid w:val="0099568F"/>
    <w:rsid w:val="009F49D3"/>
    <w:rsid w:val="00A259EF"/>
    <w:rsid w:val="00A4441F"/>
    <w:rsid w:val="00A45805"/>
    <w:rsid w:val="00AD15AF"/>
    <w:rsid w:val="00AD2334"/>
    <w:rsid w:val="00B042AC"/>
    <w:rsid w:val="00B32B25"/>
    <w:rsid w:val="00C24BD0"/>
    <w:rsid w:val="00C91342"/>
    <w:rsid w:val="00CA3FF0"/>
    <w:rsid w:val="00D23DDB"/>
    <w:rsid w:val="00EE52CA"/>
    <w:rsid w:val="00F307DF"/>
    <w:rsid w:val="00F64E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05">
      <o:colormenu v:ext="edit" fillcolor="none" strokecolor="none"/>
    </o:shapedefaults>
    <o:shapelayout v:ext="edit">
      <o:idmap v:ext="edit" data="1"/>
      <o:rules v:ext="edit">
        <o:r id="V:Rule2" type="connector" idref="#_x0000_s1303"/>
        <o:r id="V:Rule3" type="connector" idref="#_x0000_s1304"/>
      </o:rules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C6E"/>
    <w:rPr>
      <w:rFonts w:ascii="Times New Roman" w:eastAsia="Times New Roman" w:hAnsi="Times New Roman"/>
      <w:color w:val="212120"/>
      <w:kern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913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1342"/>
    <w:rPr>
      <w:rFonts w:ascii="Tahoma" w:eastAsia="Times New Roman" w:hAnsi="Tahoma" w:cs="Tahoma"/>
      <w:color w:val="212120"/>
      <w:kern w:val="28"/>
      <w:sz w:val="16"/>
      <w:szCs w:val="16"/>
    </w:rPr>
  </w:style>
  <w:style w:type="paragraph" w:styleId="ListParagraph">
    <w:name w:val="List Paragraph"/>
    <w:basedOn w:val="Normal"/>
    <w:uiPriority w:val="34"/>
    <w:qFormat/>
    <w:rsid w:val="00C24BD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82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11934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993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004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97258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7512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gregory\Application%20Data\Microsoft\Templates\Real%20estate%20newslett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37F520-3025-4859-8DC5-2BE0794AF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Real estate newsletter</Template>
  <TotalTime>70</TotalTime>
  <Pages>1</Pages>
  <Words>12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StockLayouts LLC</Company>
  <LinksUpToDate>false</LinksUpToDate>
  <CharactersWithSpaces>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pgregory</dc:creator>
  <cp:keywords/>
  <dc:description/>
  <cp:lastModifiedBy>Paige</cp:lastModifiedBy>
  <cp:revision>8</cp:revision>
  <dcterms:created xsi:type="dcterms:W3CDTF">2009-09-23T21:05:00Z</dcterms:created>
  <dcterms:modified xsi:type="dcterms:W3CDTF">2009-09-23T22:06:00Z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TC103817231033</vt:lpwstr>
  </property>
</Properties>
</file>